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C58906" w14:textId="65D38682" w:rsidR="0074494B" w:rsidRDefault="00A85498" w:rsidP="0074494B">
      <w:pPr>
        <w:pStyle w:val="Subhead"/>
        <w:rPr>
          <w:bCs/>
          <w:iCs w:val="0"/>
          <w:spacing w:val="-10"/>
          <w:kern w:val="28"/>
          <w:sz w:val="40"/>
          <w:szCs w:val="40"/>
        </w:rPr>
      </w:pPr>
      <w:r>
        <w:rPr>
          <w:spacing w:val="-10"/>
          <w:kern w:val="28"/>
          <w:sz w:val="40"/>
        </w:rPr>
        <w:t xml:space="preserve">Kleemann │ Primeira aplicação prática da MOBISCREEN MSS 802i EVO na Alemanha </w:t>
      </w:r>
    </w:p>
    <w:p w14:paraId="618A26EB" w14:textId="785FA088" w:rsidR="003F3D95" w:rsidRDefault="00A85498" w:rsidP="00FF05BC">
      <w:pPr>
        <w:pStyle w:val="Absatzberschrift"/>
        <w:jc w:val="both"/>
      </w:pPr>
      <w:r>
        <w:t>Desde 2021, a nova planta de eacalpe da Kleemann prepara os mais diversos materiais em Neumünster. Se exige flexibilidade. Enquanto que na pedreira é produzida areia e material de agregado fino, na reciclagem se realiza o peneiramento de entulho de resíduos de edifícios e lastro ferroviário. A planta é até usada para a preparação de camadas superiores do solo que frequentemente são muito coesivos.</w:t>
      </w:r>
    </w:p>
    <w:p w14:paraId="0FB2FCF6" w14:textId="77777777" w:rsidR="003F3D95" w:rsidRDefault="003F3D95" w:rsidP="00FF05BC">
      <w:pPr>
        <w:pStyle w:val="Absatzberschrift"/>
        <w:jc w:val="both"/>
      </w:pPr>
    </w:p>
    <w:p w14:paraId="6B7774F1" w14:textId="3E833E8C" w:rsidR="003F3D95" w:rsidRPr="00793E43" w:rsidRDefault="0092796B" w:rsidP="003F3D95">
      <w:pPr>
        <w:pStyle w:val="Absatzberschrift"/>
      </w:pPr>
      <w:r>
        <w:t xml:space="preserve">Multifunção para um amplo conjunto de aplicações </w:t>
      </w:r>
    </w:p>
    <w:p w14:paraId="541C73EB" w14:textId="5BBBFDDF" w:rsidR="00A85498" w:rsidRPr="00CC58D8" w:rsidRDefault="003F3D95" w:rsidP="00FF05BC">
      <w:pPr>
        <w:pStyle w:val="Absatzberschrift"/>
        <w:jc w:val="both"/>
        <w:rPr>
          <w:b w:val="0"/>
          <w:bCs/>
        </w:rPr>
      </w:pPr>
      <w:r>
        <w:rPr>
          <w:b w:val="0"/>
        </w:rPr>
        <w:t>A MOBISCREEN MSS</w:t>
      </w:r>
      <w:r>
        <w:t> </w:t>
      </w:r>
      <w:r>
        <w:rPr>
          <w:b w:val="0"/>
        </w:rPr>
        <w:t xml:space="preserve"> 802i EVO lida rochas, desde muito fina até muito grossa, e com todos os tipos de graus de impurezas estando, portanto, preparada para todos os possíveis desafios. </w:t>
      </w:r>
    </w:p>
    <w:p w14:paraId="057E9D3D" w14:textId="758477F5" w:rsidR="0074494B" w:rsidRDefault="0074494B" w:rsidP="00C72BD1">
      <w:pPr>
        <w:pStyle w:val="Standardabsatz"/>
        <w:rPr>
          <w:b/>
        </w:rPr>
      </w:pPr>
      <w:r>
        <w:t xml:space="preserve">Exemplo, extração de cascalho: "Aqui temos muita areia e uma proporção relativamente pequena de rochas. Isto significa que a correia lateral para agregado fino tem de trabalhar duro. Outras plantas de peneiramento móvel atingem nestes casos seu limite. Para a nova planta não representa qualquer problema!", se congratula André Krebs, proprietário da Ernst Krebs GmbH &amp; Co. KG, sobre a nova MSS 802i EVO. Vantajosa é também a possibilidade de um ajuste de 20% a mais da peneira comparativamente a plantas semelhantes. Isso garante uma classificação eficaz na separação de material fino, como por exemplo areia, e um desempenho superior. </w:t>
      </w:r>
    </w:p>
    <w:p w14:paraId="1A96060F" w14:textId="28277250" w:rsidR="00AF2A24" w:rsidRPr="00793E43" w:rsidRDefault="00E02CC0" w:rsidP="00AF2A24">
      <w:pPr>
        <w:pStyle w:val="Absatzberschrift"/>
      </w:pPr>
      <w:r>
        <w:t xml:space="preserve">Flexibilidade desde a alimentação até à mudança da peneira </w:t>
      </w:r>
    </w:p>
    <w:p w14:paraId="02F45DE0" w14:textId="77777777" w:rsidR="0074494B" w:rsidRDefault="0074494B" w:rsidP="00AF2A24">
      <w:pPr>
        <w:pStyle w:val="Standardabsatz"/>
      </w:pPr>
      <w:r>
        <w:t xml:space="preserve">Também a tremonha de alimentação grande contribui para a flexibilidade. A parede traseira da tremonha e os dispositivos de enchimento podem ser dobrados de forma variável, permitindo que a alimentação possa ocorrer a partir de diferentes alturas, de ambos os lados e também a partir da parte traseira. Mesmo no deck inferior, a troca da tela da peneira é comparativamente mais fácil, pois é possível colocar a caixa da peneira por completo na horizontal. Os parâmetros de peneiramento podem ser definidos com precisão e também o processo de conversão, por exemplo, de três para duas frações de agregados finais, pode ser realizado sem complicações. </w:t>
      </w:r>
    </w:p>
    <w:p w14:paraId="438D9917" w14:textId="44C67DAB" w:rsidR="0074494B" w:rsidRDefault="0074494B" w:rsidP="00AF2A24">
      <w:pPr>
        <w:pStyle w:val="Absatzberschrift"/>
        <w:rPr>
          <w:b w:val="0"/>
        </w:rPr>
      </w:pPr>
      <w:r>
        <w:rPr>
          <w:b w:val="0"/>
        </w:rPr>
        <w:t xml:space="preserve">Também rápido é o transporte de um local de uso para outro: correias de descarga podem ser dobradas para dentro – e isso sem necessidade de desmontagem de peças. Graças ao controle de direção progressivo é também possível posicionar a planta de forma precisa. </w:t>
      </w:r>
    </w:p>
    <w:p w14:paraId="148A0270" w14:textId="77777777" w:rsidR="0074494B" w:rsidRDefault="0074494B" w:rsidP="00AF2A24">
      <w:pPr>
        <w:pStyle w:val="Absatzberschrift"/>
        <w:rPr>
          <w:b w:val="0"/>
        </w:rPr>
      </w:pPr>
    </w:p>
    <w:p w14:paraId="0B9CDFEF" w14:textId="5FC73767" w:rsidR="00AF2A24" w:rsidRPr="00F917AA" w:rsidRDefault="00E02CC0" w:rsidP="00AF2A24">
      <w:pPr>
        <w:pStyle w:val="Absatzberschrift"/>
      </w:pPr>
      <w:r>
        <w:t>A segurança dos trabalhadores em foco</w:t>
      </w:r>
    </w:p>
    <w:p w14:paraId="1C477E89" w14:textId="2E38D3B8" w:rsidR="00AF2A24" w:rsidRDefault="00E02CC0" w:rsidP="00AF2A24">
      <w:pPr>
        <w:pStyle w:val="Standardabsatz"/>
      </w:pPr>
      <w:r>
        <w:t>A tela de controle pode ser operada intuitivamente e oferece segurança. Assim, na MSS  802i EVO da Kleemann, todas as funções relevantes podem ser reguladas a uma distância segura. A posição da tela de controle pode ainda ser mudada na máquina. O usuário está assim sempre próximo da função que está sendo executada. Por isso, o manuseio complexo de alavancas e botões destinado ao deslocamento e posicionamento do equipamento fazem parte do passado. Deste modo, é também facilitada a operação e a assistência técnica.</w:t>
      </w:r>
    </w:p>
    <w:p w14:paraId="551F07EB" w14:textId="227FA68D" w:rsidR="00025A16" w:rsidRDefault="00025A16" w:rsidP="00AF2A24">
      <w:pPr>
        <w:pStyle w:val="Standardabsatz"/>
      </w:pPr>
    </w:p>
    <w:p w14:paraId="16254372" w14:textId="77777777" w:rsidR="00025A16" w:rsidRDefault="00025A16" w:rsidP="00AF2A24">
      <w:pPr>
        <w:pStyle w:val="Standardabsatz"/>
      </w:pPr>
    </w:p>
    <w:p w14:paraId="14D7AE95" w14:textId="24EAD6AB" w:rsidR="007433BC" w:rsidRPr="00CC58D8" w:rsidRDefault="002A6C77" w:rsidP="00CC58D8">
      <w:pPr>
        <w:pStyle w:val="Standardabsatz"/>
        <w:spacing w:after="0"/>
        <w:rPr>
          <w:b/>
          <w:bCs/>
        </w:rPr>
      </w:pPr>
      <w:r>
        <w:rPr>
          <w:b/>
        </w:rPr>
        <w:lastRenderedPageBreak/>
        <w:t xml:space="preserve">Usuário beneficia de soluções práticas </w:t>
      </w:r>
    </w:p>
    <w:p w14:paraId="0C596C6B" w14:textId="6F3B0755" w:rsidR="0064789B" w:rsidRDefault="0064789B" w:rsidP="00CC58D8">
      <w:pPr>
        <w:pStyle w:val="Standardabsatz"/>
        <w:spacing w:after="0"/>
      </w:pPr>
      <w:r>
        <w:t xml:space="preserve">"Dá para perceber que, durante o desenvolvimento, foi uma vez mais dedicada especial atenção a todos os detalhes que tornam o trabalho mais eficaz na prática. O trabalho decorre assim muito mais rápido, os tempos de preparação são reduzidos e a produção é superior. No final tudo isso compensa", acrescenta André Krebs. </w:t>
      </w:r>
    </w:p>
    <w:p w14:paraId="46953772" w14:textId="77777777" w:rsidR="00025A16" w:rsidRDefault="00025A16" w:rsidP="00CC58D8">
      <w:pPr>
        <w:pStyle w:val="Standardabsatz"/>
        <w:spacing w:after="0"/>
      </w:pPr>
    </w:p>
    <w:p w14:paraId="4A4FED19" w14:textId="54CEC253" w:rsidR="00E02CC0" w:rsidRDefault="00272C09" w:rsidP="00BC487A">
      <w:pPr>
        <w:rPr>
          <w:b/>
          <w:bCs/>
          <w:sz w:val="22"/>
          <w:szCs w:val="22"/>
        </w:rPr>
      </w:pPr>
      <w:r>
        <w:rPr>
          <w:b/>
          <w:sz w:val="22"/>
        </w:rPr>
        <w:t>Dados e fatos sobre o uso no local:</w:t>
      </w:r>
    </w:p>
    <w:p w14:paraId="6F1C6323" w14:textId="77777777" w:rsidR="002A6C77" w:rsidRDefault="002A6C77" w:rsidP="00BC487A">
      <w:pPr>
        <w:rPr>
          <w:b/>
          <w:bCs/>
          <w:sz w:val="22"/>
          <w:szCs w:val="22"/>
        </w:rPr>
      </w:pPr>
    </w:p>
    <w:p w14:paraId="34033CB0" w14:textId="77777777" w:rsidR="002A6C77" w:rsidRPr="00CC58D8" w:rsidRDefault="00E02CC0" w:rsidP="00BC487A">
      <w:pPr>
        <w:rPr>
          <w:b/>
          <w:sz w:val="22"/>
          <w:szCs w:val="22"/>
        </w:rPr>
      </w:pPr>
      <w:r>
        <w:rPr>
          <w:b/>
          <w:sz w:val="22"/>
        </w:rPr>
        <w:t>Dados de alimentação</w:t>
      </w:r>
    </w:p>
    <w:p w14:paraId="00B4FD0C" w14:textId="1B01E051" w:rsidR="00E02CC0" w:rsidRDefault="002A6C77" w:rsidP="00BC487A">
      <w:pPr>
        <w:rPr>
          <w:bCs/>
          <w:sz w:val="22"/>
          <w:szCs w:val="22"/>
        </w:rPr>
      </w:pPr>
      <w:r>
        <w:rPr>
          <w:sz w:val="22"/>
        </w:rPr>
        <w:t>Material: areia, cascalho, entulho, lastro ferroviário</w:t>
      </w:r>
    </w:p>
    <w:p w14:paraId="4F3097DD" w14:textId="32074810" w:rsidR="00E02CC0" w:rsidRDefault="002A6C77" w:rsidP="00BC487A">
      <w:pPr>
        <w:rPr>
          <w:bCs/>
          <w:sz w:val="22"/>
          <w:szCs w:val="22"/>
        </w:rPr>
      </w:pPr>
      <w:r>
        <w:rPr>
          <w:sz w:val="22"/>
        </w:rPr>
        <w:t>Tamanho: 0 – 500 mm</w:t>
      </w:r>
    </w:p>
    <w:p w14:paraId="51208E4B" w14:textId="77777777" w:rsidR="002A6C77" w:rsidRDefault="002A6C77" w:rsidP="00BC487A">
      <w:pPr>
        <w:rPr>
          <w:bCs/>
          <w:sz w:val="22"/>
          <w:szCs w:val="22"/>
        </w:rPr>
      </w:pPr>
    </w:p>
    <w:p w14:paraId="7BAA2590" w14:textId="5C644FF9" w:rsidR="00E02CC0" w:rsidRPr="00C72B1C" w:rsidRDefault="00E02CC0" w:rsidP="00BC487A">
      <w:pPr>
        <w:rPr>
          <w:bCs/>
          <w:sz w:val="22"/>
          <w:szCs w:val="22"/>
        </w:rPr>
      </w:pPr>
      <w:r>
        <w:rPr>
          <w:b/>
          <w:sz w:val="22"/>
        </w:rPr>
        <w:t>Produtos finais</w:t>
      </w:r>
    </w:p>
    <w:p w14:paraId="3319578B" w14:textId="73334BE3" w:rsidR="00E02CC0" w:rsidRDefault="00E02CC0" w:rsidP="00BC487A">
      <w:pPr>
        <w:rPr>
          <w:bCs/>
          <w:sz w:val="22"/>
          <w:szCs w:val="22"/>
        </w:rPr>
      </w:pPr>
      <w:r>
        <w:rPr>
          <w:sz w:val="22"/>
        </w:rPr>
        <w:t>Areia: 0 – 2 mm, 2 – 32 mm, 0 – 5 mm, 5 – 32 mm</w:t>
      </w:r>
    </w:p>
    <w:p w14:paraId="11F33176" w14:textId="7FC213D5" w:rsidR="00E02CC0" w:rsidRDefault="00E02CC0" w:rsidP="00BC487A">
      <w:pPr>
        <w:rPr>
          <w:bCs/>
          <w:sz w:val="22"/>
          <w:szCs w:val="22"/>
        </w:rPr>
      </w:pPr>
      <w:r>
        <w:rPr>
          <w:sz w:val="22"/>
        </w:rPr>
        <w:t>Lastro ferroviário: 0 – 10 mm, 10 – 45 mm</w:t>
      </w:r>
    </w:p>
    <w:p w14:paraId="537FD115" w14:textId="435B9BD2" w:rsidR="00E02CC0" w:rsidRDefault="00E02CC0" w:rsidP="00BC487A">
      <w:pPr>
        <w:rPr>
          <w:bCs/>
          <w:sz w:val="22"/>
          <w:szCs w:val="22"/>
        </w:rPr>
      </w:pPr>
      <w:r>
        <w:rPr>
          <w:sz w:val="22"/>
        </w:rPr>
        <w:t>Entulho: 0 – 32 mm, 0 – 45 mm</w:t>
      </w:r>
    </w:p>
    <w:p w14:paraId="2C75B01E" w14:textId="77777777" w:rsidR="00E02CC0" w:rsidRPr="00E02CC0" w:rsidRDefault="00E02CC0" w:rsidP="00BC487A">
      <w:pPr>
        <w:rPr>
          <w:bCs/>
          <w:sz w:val="22"/>
          <w:szCs w:val="22"/>
        </w:rPr>
      </w:pPr>
    </w:p>
    <w:p w14:paraId="054EADFB" w14:textId="4163401E" w:rsidR="00E02CC0" w:rsidRDefault="00E02CC0" w:rsidP="00BC487A">
      <w:pPr>
        <w:rPr>
          <w:b/>
          <w:bCs/>
          <w:sz w:val="22"/>
          <w:szCs w:val="22"/>
        </w:rPr>
      </w:pPr>
    </w:p>
    <w:p w14:paraId="179F8A47" w14:textId="77777777" w:rsidR="00C72B1C" w:rsidRDefault="00C72B1C" w:rsidP="00BC487A">
      <w:pPr>
        <w:rPr>
          <w:b/>
          <w:bCs/>
          <w:sz w:val="22"/>
          <w:szCs w:val="22"/>
        </w:rPr>
      </w:pPr>
    </w:p>
    <w:p w14:paraId="64ABBB85" w14:textId="6B49B26B" w:rsidR="007C2FEE" w:rsidRPr="00AF2A24" w:rsidRDefault="007C2FEE" w:rsidP="00BC487A">
      <w:pPr>
        <w:rPr>
          <w:b/>
          <w:bCs/>
          <w:sz w:val="22"/>
          <w:szCs w:val="22"/>
        </w:rPr>
      </w:pPr>
      <w:r>
        <w:rPr>
          <w:b/>
          <w:sz w:val="22"/>
        </w:rPr>
        <w:t>Fotos:</w:t>
      </w:r>
    </w:p>
    <w:p w14:paraId="06345839" w14:textId="58D89C7D" w:rsidR="00BC487A" w:rsidRPr="00AF2A24" w:rsidRDefault="003B16D2" w:rsidP="00BC487A">
      <w:pPr>
        <w:rPr>
          <w:rFonts w:eastAsiaTheme="minorHAnsi" w:cstheme="minorBidi"/>
          <w:b/>
          <w:sz w:val="22"/>
          <w:szCs w:val="24"/>
        </w:rPr>
      </w:pPr>
      <w:r>
        <w:rPr>
          <w:noProof/>
          <w:sz w:val="22"/>
        </w:rPr>
        <w:drawing>
          <wp:inline distT="0" distB="0" distL="0" distR="0" wp14:anchorId="08F83A36" wp14:editId="44E1EE3F">
            <wp:extent cx="2714625" cy="2037180"/>
            <wp:effectExtent l="0" t="0" r="0" b="127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3478" cy="20438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AB72B3" w14:textId="29F66315" w:rsidR="00C72B1C" w:rsidRPr="00D37E54" w:rsidRDefault="00C72B1C" w:rsidP="00C72B1C">
      <w:pPr>
        <w:pStyle w:val="BUbold"/>
      </w:pPr>
      <w:r>
        <w:t>KL_MSS 802i EVO_Krebs</w:t>
      </w:r>
    </w:p>
    <w:p w14:paraId="0AA6E1D3" w14:textId="1C1B81AE" w:rsidR="00F724D5" w:rsidRDefault="00CC2302" w:rsidP="00CC2302">
      <w:pPr>
        <w:pStyle w:val="Fotos"/>
        <w:spacing w:after="0"/>
        <w:rPr>
          <w:b w:val="0"/>
          <w:sz w:val="20"/>
        </w:rPr>
      </w:pPr>
      <w:r>
        <w:rPr>
          <w:b w:val="0"/>
          <w:sz w:val="20"/>
        </w:rPr>
        <w:t>Com o design sofisticado da planta móvel de escalpe MOBISCREEN MSS</w:t>
      </w:r>
      <w:r>
        <w:t> </w:t>
      </w:r>
      <w:r>
        <w:rPr>
          <w:b w:val="0"/>
          <w:sz w:val="20"/>
        </w:rPr>
        <w:t xml:space="preserve"> 802i EVO, está garantido o melhor fluxo de material nas aplicações em rocha natural e reciclagem.</w:t>
      </w:r>
    </w:p>
    <w:p w14:paraId="10AF8B22" w14:textId="2B34E0C1" w:rsidR="000D357E" w:rsidRDefault="000D357E" w:rsidP="00FF5F5E">
      <w:pPr>
        <w:pStyle w:val="BUnormal"/>
      </w:pPr>
    </w:p>
    <w:p w14:paraId="6D829B46" w14:textId="2AE149AC" w:rsidR="00F724D5" w:rsidRPr="00432AFE" w:rsidRDefault="00FF05BC" w:rsidP="00F724D5">
      <w:pPr>
        <w:pStyle w:val="BUbold"/>
      </w:pPr>
      <w:r>
        <w:rPr>
          <w:noProof/>
        </w:rPr>
        <w:drawing>
          <wp:inline distT="0" distB="0" distL="0" distR="0" wp14:anchorId="1DA786E2" wp14:editId="6AB88C0E">
            <wp:extent cx="2686050" cy="2015736"/>
            <wp:effectExtent l="0" t="0" r="0" b="3810"/>
            <wp:docPr id="9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0019" cy="20262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940948" w14:textId="1E407DB9" w:rsidR="00C72B1C" w:rsidRPr="00C72B1C" w:rsidRDefault="00C72B1C" w:rsidP="00C72B1C">
      <w:pPr>
        <w:pStyle w:val="BUbold"/>
      </w:pPr>
      <w:r>
        <w:t>KL_MSS 802i EVO_Krebs_1</w:t>
      </w:r>
    </w:p>
    <w:p w14:paraId="43BC7053" w14:textId="72AAE454" w:rsidR="00980313" w:rsidRDefault="00FF05BC" w:rsidP="00F724D5">
      <w:pPr>
        <w:widowControl w:val="0"/>
        <w:rPr>
          <w:sz w:val="20"/>
          <w:szCs w:val="20"/>
        </w:rPr>
      </w:pPr>
      <w:r>
        <w:rPr>
          <w:sz w:val="20"/>
        </w:rPr>
        <w:t>A MSS</w:t>
      </w:r>
      <w:r>
        <w:t> </w:t>
      </w:r>
      <w:r>
        <w:rPr>
          <w:sz w:val="20"/>
        </w:rPr>
        <w:t xml:space="preserve"> 802i EVO foi projetada para aplicação em diferentes áreas e operações desafiadoras.</w:t>
      </w:r>
    </w:p>
    <w:p w14:paraId="093C5BBF" w14:textId="77777777" w:rsidR="00874C07" w:rsidRPr="00874C07" w:rsidRDefault="00874C07" w:rsidP="00F724D5">
      <w:pPr>
        <w:widowControl w:val="0"/>
        <w:rPr>
          <w:sz w:val="20"/>
          <w:szCs w:val="20"/>
        </w:rPr>
      </w:pPr>
    </w:p>
    <w:p w14:paraId="67E83AFA" w14:textId="583A1D15" w:rsidR="00980313" w:rsidRDefault="00714D6B" w:rsidP="00A96B2E">
      <w:pPr>
        <w:pStyle w:val="Note"/>
        <w:rPr>
          <w:lang w:eastAsia="de-DE"/>
        </w:rPr>
      </w:pPr>
      <w:r>
        <w:t>Indicação: Estas fotos se destinam apenas a visualização. Para a impressão em publicações, use as fotos na resolução de 300 ppp que são disponibilizadas no download anexo.</w:t>
      </w:r>
    </w:p>
    <w:p w14:paraId="717825D0" w14:textId="0FB59334" w:rsidR="00B409DF" w:rsidRDefault="00B409DF" w:rsidP="00B409DF">
      <w:pPr>
        <w:pStyle w:val="Absatzberschrift"/>
        <w:rPr>
          <w:iCs/>
        </w:rPr>
      </w:pPr>
      <w:r>
        <w:t>Mais informações podem ser obtidas em:</w:t>
      </w:r>
    </w:p>
    <w:p w14:paraId="294F8CA8" w14:textId="77777777" w:rsidR="00B409DF" w:rsidRDefault="00B409DF" w:rsidP="00B409DF">
      <w:pPr>
        <w:pStyle w:val="Absatzberschrift"/>
      </w:pPr>
    </w:p>
    <w:p w14:paraId="6BD3D8AD" w14:textId="77777777" w:rsidR="00B409DF" w:rsidRPr="002B783A" w:rsidRDefault="00B409DF" w:rsidP="00B409DF">
      <w:pPr>
        <w:pStyle w:val="Absatzberschrift"/>
        <w:rPr>
          <w:b w:val="0"/>
          <w:bCs/>
          <w:szCs w:val="22"/>
        </w:rPr>
      </w:pPr>
      <w:r>
        <w:rPr>
          <w:b w:val="0"/>
        </w:rPr>
        <w:t>WIRTGEN GROUP</w:t>
      </w:r>
    </w:p>
    <w:p w14:paraId="392C6846" w14:textId="77777777" w:rsidR="00B409DF" w:rsidRDefault="00B409DF" w:rsidP="00B409DF">
      <w:pPr>
        <w:pStyle w:val="Fuzeile1"/>
      </w:pPr>
      <w:r>
        <w:t>Public Relations</w:t>
      </w:r>
    </w:p>
    <w:p w14:paraId="77A90FFB" w14:textId="77777777" w:rsidR="00B409DF" w:rsidRDefault="00B409DF" w:rsidP="00B409DF">
      <w:pPr>
        <w:pStyle w:val="Fuzeile1"/>
      </w:pPr>
      <w:r>
        <w:t>Reinhard-Wirtgen-Straße 2</w:t>
      </w:r>
    </w:p>
    <w:p w14:paraId="2BD7061F" w14:textId="77777777" w:rsidR="00B409DF" w:rsidRDefault="00B409DF" w:rsidP="00B409DF">
      <w:pPr>
        <w:pStyle w:val="Fuzeile1"/>
      </w:pPr>
      <w:r>
        <w:t>53578 Windhagen</w:t>
      </w:r>
    </w:p>
    <w:p w14:paraId="7312A980" w14:textId="77777777" w:rsidR="00B409DF" w:rsidRDefault="00B409DF" w:rsidP="00B409DF">
      <w:pPr>
        <w:pStyle w:val="Fuzeile1"/>
      </w:pPr>
      <w:r>
        <w:t>Deutschland</w:t>
      </w:r>
    </w:p>
    <w:p w14:paraId="2DFD9654" w14:textId="77777777" w:rsidR="00B409DF" w:rsidRDefault="00B409DF" w:rsidP="00B409DF">
      <w:pPr>
        <w:pStyle w:val="Fuzeile1"/>
      </w:pPr>
    </w:p>
    <w:p w14:paraId="747CCDAF" w14:textId="77777777" w:rsidR="00B409DF" w:rsidRPr="00C72B1C" w:rsidRDefault="00B409DF" w:rsidP="00B409DF">
      <w:pPr>
        <w:pStyle w:val="Fuzeile1"/>
        <w:rPr>
          <w:rFonts w:ascii="Times New Roman" w:hAnsi="Times New Roman" w:cs="Times New Roman"/>
        </w:rPr>
      </w:pPr>
      <w:r>
        <w:t xml:space="preserve">Telefone: +49 (0) 2645 131 – 1966 </w:t>
      </w:r>
    </w:p>
    <w:p w14:paraId="72EBA31D" w14:textId="77777777" w:rsidR="00B409DF" w:rsidRDefault="00B409DF" w:rsidP="00B409DF">
      <w:pPr>
        <w:pStyle w:val="Fuzeile1"/>
      </w:pPr>
      <w:r>
        <w:t>Fax: +49 (0) 2645 131 – 499</w:t>
      </w:r>
    </w:p>
    <w:p w14:paraId="54DD8925" w14:textId="4CADBFA8" w:rsidR="00B409DF" w:rsidRDefault="00B409DF" w:rsidP="00B409DF">
      <w:pPr>
        <w:pStyle w:val="Fuzeile1"/>
      </w:pPr>
      <w:r>
        <w:t>E-mail: PR@wirtgen-group.com</w:t>
      </w:r>
      <w:r>
        <w:rPr>
          <w:vanish/>
        </w:rPr>
        <w:t>PR@wirtgen-group.com</w:t>
      </w:r>
    </w:p>
    <w:p w14:paraId="51E322C9" w14:textId="77777777" w:rsidR="00B409DF" w:rsidRPr="00F91A52" w:rsidRDefault="00B409DF" w:rsidP="00B409DF">
      <w:pPr>
        <w:pStyle w:val="Fuzeile1"/>
        <w:rPr>
          <w:vanish/>
        </w:rPr>
      </w:pPr>
    </w:p>
    <w:p w14:paraId="11BA6AC4" w14:textId="77777777" w:rsidR="00B409DF" w:rsidRPr="00114A31" w:rsidRDefault="00B409DF" w:rsidP="00B409DF">
      <w:pPr>
        <w:pStyle w:val="Fuzeile1"/>
      </w:pPr>
      <w:r>
        <w:t>www.wirtgen-group.com</w:t>
      </w:r>
    </w:p>
    <w:p w14:paraId="2A29322A" w14:textId="77777777" w:rsidR="00B409DF" w:rsidRDefault="00B409DF" w:rsidP="00541C9E">
      <w:pPr>
        <w:pStyle w:val="Absatzberschrift"/>
        <w:rPr>
          <w:iCs/>
        </w:rPr>
      </w:pPr>
    </w:p>
    <w:p w14:paraId="1AA2C54F" w14:textId="77777777" w:rsidR="00B409DF" w:rsidRDefault="00B409DF" w:rsidP="00541C9E">
      <w:pPr>
        <w:pStyle w:val="Absatzberschrift"/>
        <w:rPr>
          <w:iCs/>
        </w:rPr>
      </w:pPr>
    </w:p>
    <w:p w14:paraId="3D604A55" w14:textId="179BBC00" w:rsidR="00F048D4" w:rsidRPr="00F74540" w:rsidRDefault="00F048D4" w:rsidP="00F74540">
      <w:pPr>
        <w:pStyle w:val="Fuzeile1"/>
      </w:pPr>
    </w:p>
    <w:sectPr w:rsidR="00F048D4" w:rsidRPr="00F74540" w:rsidSect="00CA4A0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2268" w:right="1191" w:bottom="964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5C43CF" w14:textId="77777777" w:rsidR="004E61FD" w:rsidRDefault="004E61FD" w:rsidP="00E55534">
      <w:r>
        <w:separator/>
      </w:r>
    </w:p>
  </w:endnote>
  <w:endnote w:type="continuationSeparator" w:id="0">
    <w:p w14:paraId="0BDA39F8" w14:textId="77777777" w:rsidR="004E61FD" w:rsidRDefault="004E61FD" w:rsidP="00E55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venir Next LT Pro">
    <w:altName w:val="Avenir Next LT Pro"/>
    <w:charset w:val="00"/>
    <w:family w:val="swiss"/>
    <w:pitch w:val="variable"/>
    <w:sig w:usb0="800000EF" w:usb1="5000204A" w:usb2="00000000" w:usb3="00000000" w:csb0="00000093" w:csb1="00000000"/>
  </w:font>
  <w:font w:name="Avenir Next">
    <w:altName w:val="Calibri"/>
    <w:charset w:val="00"/>
    <w:family w:val="swiss"/>
    <w:pitch w:val="variable"/>
    <w:sig w:usb0="8000002F" w:usb1="5000204A" w:usb2="00000000" w:usb3="00000000" w:csb0="0000009B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DA977D" w14:textId="77777777" w:rsidR="00AF2A24" w:rsidRDefault="00AF2A24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vertAnchor="page" w:horzAnchor="page" w:tblpX="1192" w:tblpY="16217"/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364"/>
      <w:gridCol w:w="1160"/>
    </w:tblGrid>
    <w:tr w:rsidR="00533132" w:rsidRPr="00723F4F" w14:paraId="09CC4821" w14:textId="77777777" w:rsidTr="00723F4F">
      <w:trPr>
        <w:trHeight w:hRule="exact" w:val="227"/>
      </w:trPr>
      <w:tc>
        <w:tcPr>
          <w:tcW w:w="8364" w:type="dxa"/>
          <w:shd w:val="clear" w:color="auto" w:fill="auto"/>
        </w:tcPr>
        <w:p w14:paraId="76C581C2" w14:textId="77777777" w:rsidR="00533132" w:rsidRPr="00723F4F" w:rsidRDefault="00533132" w:rsidP="00723F4F">
          <w:pPr>
            <w:pStyle w:val="Kolumnentitel"/>
            <w:rPr>
              <w:szCs w:val="20"/>
            </w:rPr>
          </w:pPr>
          <w:r>
            <w:rPr>
              <w:rStyle w:val="MittleresRaster11"/>
            </w:rPr>
            <w:t xml:space="preserve">     </w:t>
          </w:r>
        </w:p>
      </w:tc>
      <w:tc>
        <w:tcPr>
          <w:tcW w:w="1160" w:type="dxa"/>
          <w:shd w:val="clear" w:color="auto" w:fill="auto"/>
        </w:tcPr>
        <w:p w14:paraId="120FF8E6" w14:textId="77777777" w:rsidR="00533132" w:rsidRPr="00723F4F" w:rsidRDefault="00533132" w:rsidP="00723F4F">
          <w:pPr>
            <w:pStyle w:val="Seitenzahlen"/>
            <w:rPr>
              <w:szCs w:val="20"/>
            </w:rPr>
          </w:pPr>
          <w:r w:rsidRPr="00723F4F">
            <w:rPr>
              <w:szCs w:val="20"/>
            </w:rPr>
            <w:fldChar w:fldCharType="begin"/>
          </w:r>
          <w:r w:rsidRPr="00723F4F">
            <w:rPr>
              <w:szCs w:val="20"/>
            </w:rPr>
            <w:instrText xml:space="preserve"> </w:instrText>
          </w:r>
          <w:r w:rsidR="00BD5391">
            <w:rPr>
              <w:szCs w:val="20"/>
            </w:rPr>
            <w:instrText>PAGE</w:instrText>
          </w:r>
          <w:r w:rsidRPr="00723F4F">
            <w:rPr>
              <w:szCs w:val="20"/>
            </w:rPr>
            <w:instrText xml:space="preserve"> \# "</w:instrText>
          </w:r>
          <w:r w:rsidR="00BD5391">
            <w:rPr>
              <w:szCs w:val="20"/>
            </w:rPr>
            <w:instrText>00</w:instrText>
          </w:r>
          <w:r w:rsidRPr="00723F4F">
            <w:rPr>
              <w:szCs w:val="20"/>
            </w:rPr>
            <w:instrText>"</w:instrText>
          </w:r>
          <w:r w:rsidRPr="00723F4F">
            <w:rPr>
              <w:szCs w:val="20"/>
            </w:rPr>
            <w:fldChar w:fldCharType="separate"/>
          </w:r>
          <w:r w:rsidR="00D37CF4">
            <w:rPr>
              <w:noProof/>
              <w:szCs w:val="20"/>
            </w:rPr>
            <w:t>02</w:t>
          </w:r>
          <w:r w:rsidRPr="00723F4F">
            <w:rPr>
              <w:szCs w:val="20"/>
            </w:rPr>
            <w:fldChar w:fldCharType="end"/>
          </w:r>
        </w:p>
      </w:tc>
    </w:tr>
  </w:tbl>
  <w:p w14:paraId="7CF7D2C8" w14:textId="77777777" w:rsidR="00533132" w:rsidRDefault="00BD5391">
    <w:pPr>
      <w:pStyle w:val="Fuzeile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AF49604" wp14:editId="342BDF3C">
              <wp:simplePos x="0" y="0"/>
              <wp:positionH relativeFrom="page">
                <wp:posOffset>756285</wp:posOffset>
              </wp:positionH>
              <wp:positionV relativeFrom="page">
                <wp:posOffset>10189210</wp:posOffset>
              </wp:positionV>
              <wp:extent cx="6047740" cy="17780"/>
              <wp:effectExtent l="0" t="0" r="0" b="1270"/>
              <wp:wrapNone/>
              <wp:docPr id="12" name="Rechteck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C9B38C6" id="Rechteck 12" o:spid="_x0000_s1026" style="position:absolute;margin-left:59.55pt;margin-top:802.3pt;width:476.2pt;height:1.4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" fillcolor="#41535d" stroked="f" strokeweight="2pt">
              <w10:wrap anchorx="page" anchory="page"/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vertAnchor="page" w:horzAnchor="page" w:tblpX="1192" w:tblpY="15934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524"/>
    </w:tblGrid>
    <w:tr w:rsidR="00533132" w:rsidRPr="00723F4F" w14:paraId="7F336EBB" w14:textId="77777777" w:rsidTr="00723F4F">
      <w:tc>
        <w:tcPr>
          <w:tcW w:w="9664" w:type="dxa"/>
          <w:shd w:val="clear" w:color="auto" w:fill="auto"/>
        </w:tcPr>
        <w:p w14:paraId="319012F1" w14:textId="77777777" w:rsidR="00533132" w:rsidRPr="00723F4F" w:rsidRDefault="00533132" w:rsidP="00723F4F">
          <w:pPr>
            <w:pStyle w:val="Fuzeile"/>
            <w:spacing w:before="96" w:after="96"/>
            <w:rPr>
              <w:szCs w:val="20"/>
            </w:rPr>
          </w:pPr>
          <w:r>
            <w:rPr>
              <w:rStyle w:val="Hervorhebung"/>
            </w:rPr>
            <w:t>WIRTGEN GmbH</w:t>
          </w:r>
          <w:r>
            <w:t xml:space="preserve"> · Reinhard-Wirtgen-Str. 2 · D-53578 Windhagen · T: +49 26 45 / 131 0</w:t>
          </w:r>
        </w:p>
      </w:tc>
    </w:tr>
  </w:tbl>
  <w:p w14:paraId="732BEB33" w14:textId="77777777" w:rsidR="00533132" w:rsidRDefault="00BD5391">
    <w:pPr>
      <w:pStyle w:val="Fuzeile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154ED0E" wp14:editId="521708C7">
              <wp:simplePos x="0" y="0"/>
              <wp:positionH relativeFrom="page">
                <wp:posOffset>756285</wp:posOffset>
              </wp:positionH>
              <wp:positionV relativeFrom="page">
                <wp:posOffset>10081260</wp:posOffset>
              </wp:positionV>
              <wp:extent cx="6047740" cy="17780"/>
              <wp:effectExtent l="0" t="0" r="0" b="1270"/>
              <wp:wrapNone/>
              <wp:docPr id="6" name="Rechteck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81F92DF" id="Rechteck 6" o:spid="_x0000_s1026" style="position:absolute;margin-left:59.55pt;margin-top:793.8pt;width:476.2pt;height:1.4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" fillcolor="#41535d" stroked="f" strokeweight="2pt"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190ADC" w14:textId="77777777" w:rsidR="004E61FD" w:rsidRDefault="004E61FD" w:rsidP="00E55534">
      <w:r>
        <w:separator/>
      </w:r>
    </w:p>
  </w:footnote>
  <w:footnote w:type="continuationSeparator" w:id="0">
    <w:p w14:paraId="1A809EC3" w14:textId="77777777" w:rsidR="004E61FD" w:rsidRDefault="004E61FD" w:rsidP="00E555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247EEB" w14:textId="0E8A747D" w:rsidR="00AF2A24" w:rsidRDefault="00AF2A24">
    <w:pPr>
      <w:pStyle w:val="Kopfzeile"/>
    </w:pPr>
    <w:r>
      <w:rPr>
        <w:noProof/>
      </w:rPr>
      <mc:AlternateContent>
        <mc:Choice Requires="wps">
          <w:drawing>
            <wp:anchor distT="0" distB="0" distL="0" distR="0" simplePos="0" relativeHeight="251664384" behindDoc="0" locked="0" layoutInCell="1" allowOverlap="1" wp14:anchorId="70A3A803" wp14:editId="01CC5EE1">
              <wp:simplePos x="635" y="635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16510"/>
              <wp:wrapSquare wrapText="bothSides"/>
              <wp:docPr id="8" name="Textfeld 8" descr="Public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B49CB37" w14:textId="4905CD14" w:rsidR="00AF2A24" w:rsidRPr="00AF2A24" w:rsidRDefault="00AF2A24">
                          <w:pPr>
                            <w:rPr>
                              <w:rFonts w:ascii="Calibri" w:eastAsia="Calibri" w:hAnsi="Calibri" w:cs="Calibri"/>
                              <w:color w:val="FF000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color w:val="FF0000"/>
                              <w:sz w:val="20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190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0A3A803" id="_x0000_t202" coordsize="21600,21600" o:spt="202" path="m,l,21600r21600,l21600,xe">
              <v:stroke joinstyle="miter"/>
              <v:path gradientshapeok="t" o:connecttype="rect"/>
            </v:shapetype>
            <v:shape id="Textfeld 8" o:spid="_x0000_s1026" type="#_x0000_t202" alt="Public" style="position:absolute;margin-left:-16.25pt;margin-top:.05pt;width:34.95pt;height:34.95pt;z-index:251664384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" filled="f" stroked="f">
              <v:textbox style="mso-fit-shape-to-text:t" inset="0,0,15pt,0">
                <w:txbxContent>
                  <w:p w14:paraId="2B49CB37" w14:textId="4905CD14" w:rsidR="00AF2A24" w:rsidRPr="00AF2A24" w:rsidRDefault="00AF2A24">
                    <w:pPr>
                      <w:rPr>
                        <w:rFonts w:ascii="Calibri" w:eastAsia="Calibri" w:hAnsi="Calibri" w:cs="Calibri"/>
                        <w:color w:val="FF0000"/>
                        <w:sz w:val="20"/>
                        <w:szCs w:val="20"/>
                      </w:rPr>
                    </w:pPr>
                    <w:r>
                      <w:rPr>
                        <w:rFonts w:ascii="Calibri" w:eastAsia="Calibri" w:hAnsi="Calibri" w:cs="Calibri"/>
                        <w:color w:val="FF0000"/>
                        <w:sz w:val="20"/>
                      </w:rPr>
                      <w:t>Public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CEA1B2" w14:textId="4E339FAF" w:rsidR="00533132" w:rsidRPr="00533132" w:rsidRDefault="00AF2A24" w:rsidP="00533132">
    <w:pPr>
      <w:pStyle w:val="Kopfzeile"/>
    </w:pPr>
    <w:r>
      <w:rPr>
        <w:noProof/>
      </w:rPr>
      <mc:AlternateContent>
        <mc:Choice Requires="wps">
          <w:drawing>
            <wp:anchor distT="0" distB="0" distL="0" distR="0" simplePos="0" relativeHeight="251665408" behindDoc="0" locked="0" layoutInCell="1" allowOverlap="1" wp14:anchorId="2D81EA92" wp14:editId="2B5BE262">
              <wp:simplePos x="752475" y="447675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16510"/>
              <wp:wrapSquare wrapText="bothSides"/>
              <wp:docPr id="11" name="Textfeld 11" descr="Public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1C7825D" w14:textId="6DE10F3C" w:rsidR="00AF2A24" w:rsidRPr="00AF2A24" w:rsidRDefault="00AF2A24">
                          <w:pPr>
                            <w:rPr>
                              <w:rFonts w:ascii="Calibri" w:eastAsia="Calibri" w:hAnsi="Calibri" w:cs="Calibri"/>
                              <w:color w:val="FF000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color w:val="FF0000"/>
                              <w:sz w:val="20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190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D81EA92" id="_x0000_t202" coordsize="21600,21600" o:spt="202" path="m,l,21600r21600,l21600,xe">
              <v:stroke joinstyle="miter"/>
              <v:path gradientshapeok="t" o:connecttype="rect"/>
            </v:shapetype>
            <v:shape id="Textfeld 11" o:spid="_x0000_s1027" type="#_x0000_t202" alt="Public" style="position:absolute;margin-left:-16.25pt;margin-top:.05pt;width:34.95pt;height:34.95pt;z-index:251665408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" filled="f" stroked="f">
              <v:textbox style="mso-fit-shape-to-text:t" inset="0,0,15pt,0">
                <w:txbxContent>
                  <w:p w14:paraId="51C7825D" w14:textId="6DE10F3C" w:rsidR="00AF2A24" w:rsidRPr="00AF2A24" w:rsidRDefault="00AF2A24">
                    <w:pPr>
                      <w:rPr>
                        <w:rFonts w:ascii="Calibri" w:eastAsia="Calibri" w:hAnsi="Calibri" w:cs="Calibri"/>
                        <w:color w:val="FF0000"/>
                        <w:sz w:val="20"/>
                        <w:szCs w:val="20"/>
                      </w:rPr>
                    </w:pPr>
                    <w:r>
                      <w:rPr>
                        <w:rFonts w:ascii="Calibri" w:eastAsia="Calibri" w:hAnsi="Calibri" w:cs="Calibri"/>
                        <w:color w:val="FF0000"/>
                        <w:sz w:val="20"/>
                      </w:rPr>
                      <w:t>Public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05CC8C65" wp14:editId="2B82A5B3">
              <wp:simplePos x="0" y="0"/>
              <wp:positionH relativeFrom="column">
                <wp:posOffset>2664248</wp:posOffset>
              </wp:positionH>
              <wp:positionV relativeFrom="paragraph">
                <wp:posOffset>409152</wp:posOffset>
              </wp:positionV>
              <wp:extent cx="3441700" cy="715010"/>
              <wp:effectExtent l="0" t="0" r="0" b="6350"/>
              <wp:wrapNone/>
              <wp:docPr id="10" name="Textfeld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441700" cy="71501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3086A0E8" w14:textId="77777777" w:rsidR="004B3E60" w:rsidRPr="00C10992" w:rsidRDefault="004B3E60" w:rsidP="004B3E60">
                          <w:pPr>
                            <w:pStyle w:val="Titel"/>
                            <w:rPr>
                              <w:rFonts w:ascii="Avenir Next" w:hAnsi="Avenir Next"/>
                              <w:bCs/>
                              <w:color w:val="40535C"/>
                              <w:sz w:val="36"/>
                              <w:szCs w:val="36"/>
                            </w:rPr>
                          </w:pPr>
                          <w:r>
                            <w:rPr>
                              <w:rFonts w:ascii="Avenir Next LT Pro" w:hAnsi="Avenir Next LT Pro"/>
                              <w:sz w:val="36"/>
                            </w:rPr>
                            <w:t xml:space="preserve">                                  </w:t>
                          </w:r>
                          <w:r>
                            <w:rPr>
                              <w:rFonts w:ascii="Avenir Next" w:hAnsi="Avenir Next"/>
                              <w:color w:val="40535C"/>
                              <w:sz w:val="36"/>
                            </w:rPr>
                            <w:t>JOB REPORT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5CC8C65" id="Textfeld 10" o:spid="_x0000_s1028" type="#_x0000_t202" style="position:absolute;margin-left:209.8pt;margin-top:32.2pt;width:271pt;height:56.3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" fillcolor="white [3212]" stroked="f" strokeweight=".5pt">
              <v:textbox style="mso-fit-shape-to-text:t" inset="0,0,0,0">
                <w:txbxContent>
                  <w:p w14:paraId="3086A0E8" w14:textId="77777777" w:rsidR="004B3E60" w:rsidRPr="00C10992" w:rsidRDefault="004B3E60" w:rsidP="004B3E60">
                    <w:pPr>
                      <w:pStyle w:val="Titel"/>
                      <w:rPr>
                        <w:rFonts w:ascii="Avenir Next" w:hAnsi="Avenir Next"/>
                        <w:bCs/>
                        <w:color w:val="40535C"/>
                        <w:sz w:val="36"/>
                        <w:szCs w:val="36"/>
                      </w:rPr>
                    </w:pPr>
                    <w:r>
                      <w:rPr>
                        <w:rFonts w:ascii="Avenir Next LT Pro" w:hAnsi="Avenir Next LT Pro"/>
                        <w:sz w:val="36"/>
                      </w:rPr>
                      <w:t xml:space="preserve">                                  </w:t>
                    </w:r>
                    <w:r>
                      <w:rPr>
                        <w:rFonts w:ascii="Avenir Next" w:hAnsi="Avenir Next"/>
                        <w:color w:val="40535C"/>
                        <w:sz w:val="36"/>
                      </w:rPr>
                      <w:t>JOB REPORT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0288" behindDoc="1" locked="0" layoutInCell="1" allowOverlap="1" wp14:anchorId="6CC7FC4B" wp14:editId="4F26B4D8">
          <wp:simplePos x="0" y="0"/>
          <wp:positionH relativeFrom="column">
            <wp:posOffset>-759460</wp:posOffset>
          </wp:positionH>
          <wp:positionV relativeFrom="paragraph">
            <wp:posOffset>-453390</wp:posOffset>
          </wp:positionV>
          <wp:extent cx="7559675" cy="10693400"/>
          <wp:effectExtent l="0" t="0" r="0" b="0"/>
          <wp:wrapNone/>
          <wp:docPr id="4" name="Bild 12" descr="VorlagePressemitteil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VorlagePressemitteilu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1069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66189F" w14:textId="56148399" w:rsidR="00533132" w:rsidRDefault="00AF2A24">
    <w:pPr>
      <w:pStyle w:val="Kopfzeile"/>
    </w:pPr>
    <w:r>
      <w:rPr>
        <w:noProof/>
      </w:rPr>
      <mc:AlternateContent>
        <mc:Choice Requires="wps">
          <w:drawing>
            <wp:anchor distT="0" distB="0" distL="0" distR="0" simplePos="0" relativeHeight="251663360" behindDoc="0" locked="0" layoutInCell="1" allowOverlap="1" wp14:anchorId="6C096F34" wp14:editId="52E3361B">
              <wp:simplePos x="635" y="635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16510"/>
              <wp:wrapSquare wrapText="bothSides"/>
              <wp:docPr id="7" name="Textfeld 7" descr="Public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9F060E0" w14:textId="65C11F4E" w:rsidR="00AF2A24" w:rsidRPr="00AF2A24" w:rsidRDefault="00AF2A24">
                          <w:pPr>
                            <w:rPr>
                              <w:rFonts w:ascii="Calibri" w:eastAsia="Calibri" w:hAnsi="Calibri" w:cs="Calibri"/>
                              <w:color w:val="FF000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color w:val="FF0000"/>
                              <w:sz w:val="20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190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C096F34" id="_x0000_t202" coordsize="21600,21600" o:spt="202" path="m,l,21600r21600,l21600,xe">
              <v:stroke joinstyle="miter"/>
              <v:path gradientshapeok="t" o:connecttype="rect"/>
            </v:shapetype>
            <v:shape id="Textfeld 7" o:spid="_x0000_s1029" type="#_x0000_t202" alt="Public" style="position:absolute;margin-left:-16.25pt;margin-top:.05pt;width:34.95pt;height:34.95pt;z-index:251663360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" filled="f" stroked="f">
              <v:textbox style="mso-fit-shape-to-text:t" inset="0,0,15pt,0">
                <w:txbxContent>
                  <w:p w14:paraId="09F060E0" w14:textId="65C11F4E" w:rsidR="00AF2A24" w:rsidRPr="00AF2A24" w:rsidRDefault="00AF2A24">
                    <w:pPr>
                      <w:rPr>
                        <w:rFonts w:ascii="Calibri" w:eastAsia="Calibri" w:hAnsi="Calibri" w:cs="Calibri"/>
                        <w:color w:val="FF0000"/>
                        <w:sz w:val="20"/>
                        <w:szCs w:val="20"/>
                      </w:rPr>
                    </w:pPr>
                    <w:r>
                      <w:rPr>
                        <w:rFonts w:ascii="Calibri" w:eastAsia="Calibri" w:hAnsi="Calibri" w:cs="Calibri"/>
                        <w:color w:val="FF0000"/>
                        <w:sz w:val="20"/>
                      </w:rPr>
                      <w:t>Public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21FDB17" wp14:editId="6B24B01C">
              <wp:simplePos x="0" y="0"/>
              <wp:positionH relativeFrom="page">
                <wp:posOffset>756285</wp:posOffset>
              </wp:positionH>
              <wp:positionV relativeFrom="page">
                <wp:posOffset>935990</wp:posOffset>
              </wp:positionV>
              <wp:extent cx="6047740" cy="36195"/>
              <wp:effectExtent l="0" t="0" r="0" b="1905"/>
              <wp:wrapNone/>
              <wp:docPr id="5" name="Rechteck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36195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3BD60FA" id="Rechteck 5" o:spid="_x0000_s1026" style="position:absolute;margin-left:59.55pt;margin-top:73.7pt;width:476.2pt;height:2.8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" fillcolor="#41535d" stroked="f" strokeweight="2pt">
              <w10:wrap anchorx="page" anchory="page"/>
            </v:rect>
          </w:pict>
        </mc:Fallback>
      </mc:AlternateContent>
    </w:r>
    <w:r>
      <w:rPr>
        <w:noProof/>
      </w:rPr>
      <w:drawing>
        <wp:anchor distT="0" distB="0" distL="114300" distR="114300" simplePos="0" relativeHeight="251656192" behindDoc="0" locked="0" layoutInCell="1" allowOverlap="1" wp14:anchorId="79850932" wp14:editId="7FBEBA12">
          <wp:simplePos x="0" y="0"/>
          <wp:positionH relativeFrom="page">
            <wp:posOffset>5328920</wp:posOffset>
          </wp:positionH>
          <wp:positionV relativeFrom="page">
            <wp:posOffset>421005</wp:posOffset>
          </wp:positionV>
          <wp:extent cx="1475740" cy="79375"/>
          <wp:effectExtent l="0" t="0" r="0" b="0"/>
          <wp:wrapNone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5740" cy="79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5168" behindDoc="0" locked="0" layoutInCell="1" allowOverlap="1" wp14:anchorId="52F54EEE" wp14:editId="27E1ED2F">
          <wp:simplePos x="0" y="0"/>
          <wp:positionH relativeFrom="page">
            <wp:posOffset>756285</wp:posOffset>
          </wp:positionH>
          <wp:positionV relativeFrom="page">
            <wp:posOffset>360045</wp:posOffset>
          </wp:positionV>
          <wp:extent cx="3290570" cy="360045"/>
          <wp:effectExtent l="0" t="0" r="5080" b="1905"/>
          <wp:wrapNone/>
          <wp:docPr id="2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90570" cy="360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500pt;height:1500pt" o:bullet="t">
        <v:imagedata r:id="rId1" o:title="AZ_04a"/>
      </v:shape>
    </w:pict>
  </w:numPicBullet>
  <w:numPicBullet w:numPicBulletId="1">
    <w:pict>
      <v:shape id="_x0000_i1027" type="#_x0000_t75" style="width:7.35pt;height:7.35pt" o:bullet="t">
        <v:imagedata r:id="rId2" o:title="aufzählung"/>
      </v:shape>
    </w:pict>
  </w:numPicBullet>
  <w:abstractNum w:abstractNumId="0" w15:restartNumberingAfterBreak="0">
    <w:nsid w:val="09484A73"/>
    <w:multiLevelType w:val="multilevel"/>
    <w:tmpl w:val="3BC09486"/>
    <w:styleLink w:val="zzzBulletpoints"/>
    <w:lvl w:ilvl="0">
      <w:start w:val="1"/>
      <w:numFmt w:val="bullet"/>
      <w:pStyle w:val="Bulletpoint1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pStyle w:val="Bulletpoint2"/>
      <w:lvlText w:val=""/>
      <w:lvlPicBulletId w:val="1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  <w:sz w:val="22"/>
      </w:rPr>
    </w:lvl>
    <w:lvl w:ilvl="2">
      <w:start w:val="1"/>
      <w:numFmt w:val="bullet"/>
      <w:pStyle w:val="Bulletpoint3"/>
      <w:lvlText w:val="-"/>
      <w:lvlJc w:val="left"/>
      <w:pPr>
        <w:tabs>
          <w:tab w:val="num" w:pos="794"/>
        </w:tabs>
        <w:ind w:left="794" w:hanging="227"/>
      </w:pPr>
      <w:rPr>
        <w:rFonts w:ascii="Verdana" w:hAnsi="Verdana" w:hint="default"/>
        <w:color w:val="auto"/>
        <w:sz w:val="22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0F845DE2"/>
    <w:multiLevelType w:val="multilevel"/>
    <w:tmpl w:val="B1A82EFC"/>
    <w:styleLink w:val="zzzThemen"/>
    <w:lvl w:ilvl="0">
      <w:start w:val="1"/>
      <w:numFmt w:val="bullet"/>
      <w:pStyle w:val="Themen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12C42706"/>
    <w:multiLevelType w:val="multilevel"/>
    <w:tmpl w:val="5BD693B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36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ascii="Verdana" w:hAnsi="Verdana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680"/>
        </w:tabs>
        <w:ind w:left="680" w:hanging="680"/>
      </w:pPr>
      <w:rPr>
        <w:rFonts w:ascii="Verdana" w:hAnsi="Verdana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="Verdana" w:hAnsi="Verdana" w:hint="default"/>
        <w:sz w:val="22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24F46ADD"/>
    <w:multiLevelType w:val="multilevel"/>
    <w:tmpl w:val="B1A82EFC"/>
    <w:numStyleLink w:val="zzzThemen"/>
  </w:abstractNum>
  <w:abstractNum w:abstractNumId="4" w15:restartNumberingAfterBreak="0">
    <w:nsid w:val="370C7E83"/>
    <w:multiLevelType w:val="multilevel"/>
    <w:tmpl w:val="AA5ADA32"/>
    <w:lvl w:ilvl="0">
      <w:start w:val="1"/>
      <w:numFmt w:val="decimal"/>
      <w:lvlText w:val="%1"/>
      <w:lvlJc w:val="left"/>
      <w:pPr>
        <w:tabs>
          <w:tab w:val="num" w:pos="425"/>
        </w:tabs>
        <w:ind w:left="0" w:firstLine="0"/>
      </w:pPr>
      <w:rPr>
        <w:rFonts w:ascii="Verdana" w:hAnsi="Verdana" w:hint="default"/>
        <w:sz w:val="3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5" w15:restartNumberingAfterBreak="0">
    <w:nsid w:val="4B0C5BCD"/>
    <w:multiLevelType w:val="multilevel"/>
    <w:tmpl w:val="AF18974C"/>
    <w:lvl w:ilvl="0">
      <w:start w:val="1"/>
      <w:numFmt w:val="decimal"/>
      <w:lvlText w:val="%1. "/>
      <w:lvlJc w:val="left"/>
      <w:pPr>
        <w:tabs>
          <w:tab w:val="num" w:pos="340"/>
        </w:tabs>
        <w:ind w:left="340" w:hanging="340"/>
      </w:pPr>
      <w:rPr>
        <w:rFonts w:hint="default"/>
        <w:sz w:val="22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6" w15:restartNumberingAfterBreak="0">
    <w:nsid w:val="53437ECE"/>
    <w:multiLevelType w:val="hybridMultilevel"/>
    <w:tmpl w:val="ED9C3B8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B8C4108"/>
    <w:multiLevelType w:val="multilevel"/>
    <w:tmpl w:val="400A1836"/>
    <w:styleLink w:val="zzzNummerierung"/>
    <w:lvl w:ilvl="0">
      <w:start w:val="1"/>
      <w:numFmt w:val="decimal"/>
      <w:pStyle w:val="Nummerrierung"/>
      <w:lvlText w:val="%1. 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sz w:val="16"/>
      </w:rPr>
    </w:lvl>
    <w:lvl w:ilvl="1">
      <w:start w:val="1"/>
      <w:numFmt w:val="none"/>
      <w:lvlRestart w:val="0"/>
      <w:lvlText w:val="%1.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b/>
        <w:i w:val="0"/>
        <w:sz w:val="16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8" w15:restartNumberingAfterBreak="0">
    <w:nsid w:val="69495637"/>
    <w:multiLevelType w:val="multilevel"/>
    <w:tmpl w:val="67ACC1EA"/>
    <w:styleLink w:val="zzzHeadlines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9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6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9" w15:restartNumberingAfterBreak="0">
    <w:nsid w:val="74275167"/>
    <w:multiLevelType w:val="hybridMultilevel"/>
    <w:tmpl w:val="5DC4AE7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FEA0A23"/>
    <w:multiLevelType w:val="multilevel"/>
    <w:tmpl w:val="CD7452BA"/>
    <w:lvl w:ilvl="0">
      <w:start w:val="1"/>
      <w:numFmt w:val="decimal"/>
      <w:lvlText w:val="%1"/>
      <w:lvlJc w:val="left"/>
      <w:pPr>
        <w:tabs>
          <w:tab w:val="num" w:pos="284"/>
        </w:tabs>
        <w:ind w:left="0" w:firstLine="0"/>
      </w:pPr>
      <w:rPr>
        <w:rFonts w:ascii="Verdana" w:hAnsi="Verdana" w:hint="default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10"/>
  </w:num>
  <w:num w:numId="2">
    <w:abstractNumId w:val="10"/>
  </w:num>
  <w:num w:numId="3">
    <w:abstractNumId w:val="10"/>
  </w:num>
  <w:num w:numId="4">
    <w:abstractNumId w:val="10"/>
  </w:num>
  <w:num w:numId="5">
    <w:abstractNumId w:val="10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5"/>
  </w:num>
  <w:num w:numId="12">
    <w:abstractNumId w:val="5"/>
  </w:num>
  <w:num w:numId="13">
    <w:abstractNumId w:val="4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1"/>
  </w:num>
  <w:num w:numId="19">
    <w:abstractNumId w:val="3"/>
  </w:num>
  <w:num w:numId="20">
    <w:abstractNumId w:val="8"/>
  </w:num>
  <w:num w:numId="2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7"/>
  </w:num>
  <w:num w:numId="2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6"/>
  </w:num>
  <w:num w:numId="2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EE5"/>
    <w:rsid w:val="00004F75"/>
    <w:rsid w:val="0000551D"/>
    <w:rsid w:val="00005EF2"/>
    <w:rsid w:val="0000745C"/>
    <w:rsid w:val="000148B3"/>
    <w:rsid w:val="00017575"/>
    <w:rsid w:val="00024BFC"/>
    <w:rsid w:val="00025A16"/>
    <w:rsid w:val="000401F1"/>
    <w:rsid w:val="00042106"/>
    <w:rsid w:val="0005285B"/>
    <w:rsid w:val="00055529"/>
    <w:rsid w:val="00056224"/>
    <w:rsid w:val="00062C3A"/>
    <w:rsid w:val="00066D09"/>
    <w:rsid w:val="0009665C"/>
    <w:rsid w:val="000A0479"/>
    <w:rsid w:val="000A36D9"/>
    <w:rsid w:val="000A4C7D"/>
    <w:rsid w:val="000B582B"/>
    <w:rsid w:val="000C7C82"/>
    <w:rsid w:val="000D15C3"/>
    <w:rsid w:val="000D357E"/>
    <w:rsid w:val="000E24F8"/>
    <w:rsid w:val="000E5738"/>
    <w:rsid w:val="000F15BD"/>
    <w:rsid w:val="000F3749"/>
    <w:rsid w:val="00103205"/>
    <w:rsid w:val="0011795C"/>
    <w:rsid w:val="0012026F"/>
    <w:rsid w:val="00130601"/>
    <w:rsid w:val="00132055"/>
    <w:rsid w:val="00133423"/>
    <w:rsid w:val="00143885"/>
    <w:rsid w:val="00146C3D"/>
    <w:rsid w:val="00153B47"/>
    <w:rsid w:val="001613A6"/>
    <w:rsid w:val="001614F0"/>
    <w:rsid w:val="001616F4"/>
    <w:rsid w:val="0018021A"/>
    <w:rsid w:val="00182D69"/>
    <w:rsid w:val="00193CE0"/>
    <w:rsid w:val="00194FB1"/>
    <w:rsid w:val="001B16BB"/>
    <w:rsid w:val="001B34EE"/>
    <w:rsid w:val="001C1A3E"/>
    <w:rsid w:val="001F359E"/>
    <w:rsid w:val="001F601A"/>
    <w:rsid w:val="00200355"/>
    <w:rsid w:val="0021351D"/>
    <w:rsid w:val="00253A2E"/>
    <w:rsid w:val="002603EC"/>
    <w:rsid w:val="00272C09"/>
    <w:rsid w:val="00282AFC"/>
    <w:rsid w:val="00286C15"/>
    <w:rsid w:val="0029634D"/>
    <w:rsid w:val="002A6C77"/>
    <w:rsid w:val="002C6F4F"/>
    <w:rsid w:val="002C7542"/>
    <w:rsid w:val="002D065C"/>
    <w:rsid w:val="002D0780"/>
    <w:rsid w:val="002D2EE5"/>
    <w:rsid w:val="002D63E6"/>
    <w:rsid w:val="002E619D"/>
    <w:rsid w:val="002E6AC6"/>
    <w:rsid w:val="002E765F"/>
    <w:rsid w:val="002E7E4E"/>
    <w:rsid w:val="002F108B"/>
    <w:rsid w:val="002F5818"/>
    <w:rsid w:val="002F70FD"/>
    <w:rsid w:val="002F7E0B"/>
    <w:rsid w:val="0030316D"/>
    <w:rsid w:val="0032774C"/>
    <w:rsid w:val="00332D28"/>
    <w:rsid w:val="00340E41"/>
    <w:rsid w:val="0034191A"/>
    <w:rsid w:val="00343CC7"/>
    <w:rsid w:val="0036561D"/>
    <w:rsid w:val="003665BE"/>
    <w:rsid w:val="00384A08"/>
    <w:rsid w:val="003850A9"/>
    <w:rsid w:val="003967E5"/>
    <w:rsid w:val="003A753A"/>
    <w:rsid w:val="003B16D2"/>
    <w:rsid w:val="003B3803"/>
    <w:rsid w:val="003C2A71"/>
    <w:rsid w:val="003D69E3"/>
    <w:rsid w:val="003E05FC"/>
    <w:rsid w:val="003E1CB6"/>
    <w:rsid w:val="003E2E5A"/>
    <w:rsid w:val="003E3CF6"/>
    <w:rsid w:val="003E4161"/>
    <w:rsid w:val="003E759F"/>
    <w:rsid w:val="003E7853"/>
    <w:rsid w:val="003F3CA4"/>
    <w:rsid w:val="003F3D95"/>
    <w:rsid w:val="003F4E4E"/>
    <w:rsid w:val="003F57AB"/>
    <w:rsid w:val="00400FD9"/>
    <w:rsid w:val="004016F7"/>
    <w:rsid w:val="00403373"/>
    <w:rsid w:val="004037EC"/>
    <w:rsid w:val="00406C81"/>
    <w:rsid w:val="00407349"/>
    <w:rsid w:val="00411941"/>
    <w:rsid w:val="00412545"/>
    <w:rsid w:val="00412BDA"/>
    <w:rsid w:val="00417237"/>
    <w:rsid w:val="00430BB0"/>
    <w:rsid w:val="00467F3C"/>
    <w:rsid w:val="0047498D"/>
    <w:rsid w:val="00476100"/>
    <w:rsid w:val="00487BFC"/>
    <w:rsid w:val="004A1833"/>
    <w:rsid w:val="004B3E60"/>
    <w:rsid w:val="004C1967"/>
    <w:rsid w:val="004D23D0"/>
    <w:rsid w:val="004D2BE0"/>
    <w:rsid w:val="004E0A77"/>
    <w:rsid w:val="004E61FD"/>
    <w:rsid w:val="004E6EF5"/>
    <w:rsid w:val="004E74CA"/>
    <w:rsid w:val="00506409"/>
    <w:rsid w:val="00530E32"/>
    <w:rsid w:val="00533132"/>
    <w:rsid w:val="00534889"/>
    <w:rsid w:val="00537210"/>
    <w:rsid w:val="00541C9E"/>
    <w:rsid w:val="005649F4"/>
    <w:rsid w:val="005710C8"/>
    <w:rsid w:val="005711A3"/>
    <w:rsid w:val="00571A5C"/>
    <w:rsid w:val="00573B2B"/>
    <w:rsid w:val="005776E9"/>
    <w:rsid w:val="00587AD9"/>
    <w:rsid w:val="005909A8"/>
    <w:rsid w:val="005931CB"/>
    <w:rsid w:val="005A2B78"/>
    <w:rsid w:val="005A4F04"/>
    <w:rsid w:val="005B5793"/>
    <w:rsid w:val="005C6B30"/>
    <w:rsid w:val="005C71EC"/>
    <w:rsid w:val="005D7B09"/>
    <w:rsid w:val="005E764C"/>
    <w:rsid w:val="005F16C3"/>
    <w:rsid w:val="006063D4"/>
    <w:rsid w:val="00612D6C"/>
    <w:rsid w:val="00623B37"/>
    <w:rsid w:val="006330A2"/>
    <w:rsid w:val="00633127"/>
    <w:rsid w:val="00642EB6"/>
    <w:rsid w:val="006433E2"/>
    <w:rsid w:val="0064789B"/>
    <w:rsid w:val="00651E5D"/>
    <w:rsid w:val="00677F11"/>
    <w:rsid w:val="00682B1A"/>
    <w:rsid w:val="00690D7C"/>
    <w:rsid w:val="00690DFE"/>
    <w:rsid w:val="00691678"/>
    <w:rsid w:val="006B3EEC"/>
    <w:rsid w:val="006C0C87"/>
    <w:rsid w:val="006D7EAC"/>
    <w:rsid w:val="006E0104"/>
    <w:rsid w:val="006F7602"/>
    <w:rsid w:val="00705ACE"/>
    <w:rsid w:val="007100BC"/>
    <w:rsid w:val="00714D6B"/>
    <w:rsid w:val="00722A17"/>
    <w:rsid w:val="00723F4F"/>
    <w:rsid w:val="007433BC"/>
    <w:rsid w:val="0074494B"/>
    <w:rsid w:val="00755AE0"/>
    <w:rsid w:val="0075761B"/>
    <w:rsid w:val="00757B83"/>
    <w:rsid w:val="00774358"/>
    <w:rsid w:val="00777990"/>
    <w:rsid w:val="00791A69"/>
    <w:rsid w:val="0079462A"/>
    <w:rsid w:val="00794830"/>
    <w:rsid w:val="00797CAA"/>
    <w:rsid w:val="007A2B6F"/>
    <w:rsid w:val="007A46B3"/>
    <w:rsid w:val="007A6BD2"/>
    <w:rsid w:val="007B00DF"/>
    <w:rsid w:val="007B7CE0"/>
    <w:rsid w:val="007C2658"/>
    <w:rsid w:val="007C2FEE"/>
    <w:rsid w:val="007C4A1C"/>
    <w:rsid w:val="007D0EFA"/>
    <w:rsid w:val="007D59A2"/>
    <w:rsid w:val="007E20D0"/>
    <w:rsid w:val="007E3DAB"/>
    <w:rsid w:val="008053B3"/>
    <w:rsid w:val="00820315"/>
    <w:rsid w:val="00823073"/>
    <w:rsid w:val="0082316D"/>
    <w:rsid w:val="00832921"/>
    <w:rsid w:val="008334EC"/>
    <w:rsid w:val="00834472"/>
    <w:rsid w:val="00836A5D"/>
    <w:rsid w:val="00840119"/>
    <w:rsid w:val="008427F2"/>
    <w:rsid w:val="00843B45"/>
    <w:rsid w:val="0084571C"/>
    <w:rsid w:val="00863129"/>
    <w:rsid w:val="00866830"/>
    <w:rsid w:val="00870ACE"/>
    <w:rsid w:val="00873125"/>
    <w:rsid w:val="00874C07"/>
    <w:rsid w:val="008755E5"/>
    <w:rsid w:val="00880ED3"/>
    <w:rsid w:val="00881E44"/>
    <w:rsid w:val="00892F6F"/>
    <w:rsid w:val="00896F7E"/>
    <w:rsid w:val="008B1EB7"/>
    <w:rsid w:val="008C2A29"/>
    <w:rsid w:val="008C2DB2"/>
    <w:rsid w:val="008D26D8"/>
    <w:rsid w:val="008D770E"/>
    <w:rsid w:val="0090337E"/>
    <w:rsid w:val="009049D8"/>
    <w:rsid w:val="00910609"/>
    <w:rsid w:val="009125E2"/>
    <w:rsid w:val="00915841"/>
    <w:rsid w:val="00922098"/>
    <w:rsid w:val="0092796B"/>
    <w:rsid w:val="009328FA"/>
    <w:rsid w:val="00936A78"/>
    <w:rsid w:val="009375E1"/>
    <w:rsid w:val="00952853"/>
    <w:rsid w:val="009646E4"/>
    <w:rsid w:val="00977EC3"/>
    <w:rsid w:val="00980313"/>
    <w:rsid w:val="0098483F"/>
    <w:rsid w:val="0098631D"/>
    <w:rsid w:val="009877C8"/>
    <w:rsid w:val="009B17A9"/>
    <w:rsid w:val="009B211F"/>
    <w:rsid w:val="009B3F8C"/>
    <w:rsid w:val="009B7C05"/>
    <w:rsid w:val="009C2378"/>
    <w:rsid w:val="009C5A77"/>
    <w:rsid w:val="009C5D99"/>
    <w:rsid w:val="009C6020"/>
    <w:rsid w:val="009C73BF"/>
    <w:rsid w:val="009D016F"/>
    <w:rsid w:val="009E251D"/>
    <w:rsid w:val="009F0ABD"/>
    <w:rsid w:val="009F10A8"/>
    <w:rsid w:val="009F715C"/>
    <w:rsid w:val="00A01ABA"/>
    <w:rsid w:val="00A02F49"/>
    <w:rsid w:val="00A13C4A"/>
    <w:rsid w:val="00A171F4"/>
    <w:rsid w:val="00A1772D"/>
    <w:rsid w:val="00A177B2"/>
    <w:rsid w:val="00A22BD8"/>
    <w:rsid w:val="00A24EFC"/>
    <w:rsid w:val="00A27829"/>
    <w:rsid w:val="00A30886"/>
    <w:rsid w:val="00A31472"/>
    <w:rsid w:val="00A46F1E"/>
    <w:rsid w:val="00A82395"/>
    <w:rsid w:val="00A85498"/>
    <w:rsid w:val="00A9389A"/>
    <w:rsid w:val="00A96B2E"/>
    <w:rsid w:val="00A977CE"/>
    <w:rsid w:val="00AB52F9"/>
    <w:rsid w:val="00AC3138"/>
    <w:rsid w:val="00AC6F42"/>
    <w:rsid w:val="00AD131F"/>
    <w:rsid w:val="00AD32D5"/>
    <w:rsid w:val="00AD70E4"/>
    <w:rsid w:val="00AF2A24"/>
    <w:rsid w:val="00AF3B3A"/>
    <w:rsid w:val="00AF4E8E"/>
    <w:rsid w:val="00AF6569"/>
    <w:rsid w:val="00B06265"/>
    <w:rsid w:val="00B115B5"/>
    <w:rsid w:val="00B409DF"/>
    <w:rsid w:val="00B5232A"/>
    <w:rsid w:val="00B60ED1"/>
    <w:rsid w:val="00B62CF5"/>
    <w:rsid w:val="00B63C90"/>
    <w:rsid w:val="00B65A46"/>
    <w:rsid w:val="00B70425"/>
    <w:rsid w:val="00B72E3A"/>
    <w:rsid w:val="00B85705"/>
    <w:rsid w:val="00B874DC"/>
    <w:rsid w:val="00B90F78"/>
    <w:rsid w:val="00B91123"/>
    <w:rsid w:val="00B937EB"/>
    <w:rsid w:val="00B955DE"/>
    <w:rsid w:val="00BA7BC5"/>
    <w:rsid w:val="00BC0E38"/>
    <w:rsid w:val="00BC1961"/>
    <w:rsid w:val="00BC487A"/>
    <w:rsid w:val="00BD1058"/>
    <w:rsid w:val="00BD50F6"/>
    <w:rsid w:val="00BD5391"/>
    <w:rsid w:val="00BD5987"/>
    <w:rsid w:val="00BD764C"/>
    <w:rsid w:val="00BF56B2"/>
    <w:rsid w:val="00C03EFB"/>
    <w:rsid w:val="00C055AB"/>
    <w:rsid w:val="00C11F95"/>
    <w:rsid w:val="00C136DF"/>
    <w:rsid w:val="00C17501"/>
    <w:rsid w:val="00C40627"/>
    <w:rsid w:val="00C43EAF"/>
    <w:rsid w:val="00C457C3"/>
    <w:rsid w:val="00C644CA"/>
    <w:rsid w:val="00C658FC"/>
    <w:rsid w:val="00C72B1C"/>
    <w:rsid w:val="00C72BD1"/>
    <w:rsid w:val="00C73005"/>
    <w:rsid w:val="00C84FDC"/>
    <w:rsid w:val="00C85E18"/>
    <w:rsid w:val="00C96E9F"/>
    <w:rsid w:val="00CA35E3"/>
    <w:rsid w:val="00CA4A09"/>
    <w:rsid w:val="00CA4F06"/>
    <w:rsid w:val="00CB68BF"/>
    <w:rsid w:val="00CC2302"/>
    <w:rsid w:val="00CC58D8"/>
    <w:rsid w:val="00CC5A63"/>
    <w:rsid w:val="00CC787C"/>
    <w:rsid w:val="00CF36C9"/>
    <w:rsid w:val="00D00EC4"/>
    <w:rsid w:val="00D164C8"/>
    <w:rsid w:val="00D166AC"/>
    <w:rsid w:val="00D16C4C"/>
    <w:rsid w:val="00D36BA2"/>
    <w:rsid w:val="00D37CF4"/>
    <w:rsid w:val="00D37E54"/>
    <w:rsid w:val="00D4487C"/>
    <w:rsid w:val="00D63D33"/>
    <w:rsid w:val="00D73352"/>
    <w:rsid w:val="00D74EA4"/>
    <w:rsid w:val="00D84E46"/>
    <w:rsid w:val="00D935C3"/>
    <w:rsid w:val="00DA0266"/>
    <w:rsid w:val="00DA0F4B"/>
    <w:rsid w:val="00DA477E"/>
    <w:rsid w:val="00DB4BB0"/>
    <w:rsid w:val="00DD0C2F"/>
    <w:rsid w:val="00DE461D"/>
    <w:rsid w:val="00E02CC0"/>
    <w:rsid w:val="00E04039"/>
    <w:rsid w:val="00E14608"/>
    <w:rsid w:val="00E15EBE"/>
    <w:rsid w:val="00E21E67"/>
    <w:rsid w:val="00E30EBF"/>
    <w:rsid w:val="00E316C0"/>
    <w:rsid w:val="00E31E03"/>
    <w:rsid w:val="00E424CB"/>
    <w:rsid w:val="00E51170"/>
    <w:rsid w:val="00E52D70"/>
    <w:rsid w:val="00E55534"/>
    <w:rsid w:val="00E565DC"/>
    <w:rsid w:val="00E7116D"/>
    <w:rsid w:val="00E72429"/>
    <w:rsid w:val="00E83680"/>
    <w:rsid w:val="00E914D1"/>
    <w:rsid w:val="00E960D8"/>
    <w:rsid w:val="00EB488E"/>
    <w:rsid w:val="00EB5FCA"/>
    <w:rsid w:val="00ED7F68"/>
    <w:rsid w:val="00EE4CB3"/>
    <w:rsid w:val="00EF2575"/>
    <w:rsid w:val="00EF5828"/>
    <w:rsid w:val="00F048D4"/>
    <w:rsid w:val="00F207FE"/>
    <w:rsid w:val="00F20920"/>
    <w:rsid w:val="00F23212"/>
    <w:rsid w:val="00F33B16"/>
    <w:rsid w:val="00F353EA"/>
    <w:rsid w:val="00F36C27"/>
    <w:rsid w:val="00F56318"/>
    <w:rsid w:val="00F67C95"/>
    <w:rsid w:val="00F724D5"/>
    <w:rsid w:val="00F74540"/>
    <w:rsid w:val="00F75B79"/>
    <w:rsid w:val="00F82525"/>
    <w:rsid w:val="00F91AC4"/>
    <w:rsid w:val="00F97FEA"/>
    <w:rsid w:val="00FA2DD8"/>
    <w:rsid w:val="00FB5CB4"/>
    <w:rsid w:val="00FB60E1"/>
    <w:rsid w:val="00FD1E6F"/>
    <w:rsid w:val="00FD3768"/>
    <w:rsid w:val="00FD51E9"/>
    <w:rsid w:val="00FF05BC"/>
    <w:rsid w:val="00FF487E"/>
    <w:rsid w:val="00FF52AE"/>
    <w:rsid w:val="00FF5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6385"/>
    <o:shapelayout v:ext="edit">
      <o:idmap v:ext="edit" data="2"/>
    </o:shapelayout>
  </w:shapeDefaults>
  <w:decimalSymbol w:val=","/>
  <w:listSeparator w:val=";"/>
  <w14:docId w14:val="3D00838C"/>
  <w15:docId w15:val="{BEB5DFD4-7DB5-46F2-BBCC-A1DBED119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="Verdana" w:hAnsi="Verdana" w:cs="Times New Roman"/>
        <w:lang w:val="pt-BR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C787C"/>
    <w:rPr>
      <w:sz w:val="16"/>
      <w:szCs w:val="16"/>
      <w:lang w:eastAsia="en-US"/>
    </w:rPr>
  </w:style>
  <w:style w:type="paragraph" w:styleId="berschrift1">
    <w:name w:val="heading 1"/>
    <w:basedOn w:val="Standard"/>
    <w:next w:val="Text"/>
    <w:link w:val="berschrift1Zchn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="MS Mincho"/>
      <w:b/>
      <w:sz w:val="40"/>
      <w:szCs w:val="32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eastAsia="MS Mincho"/>
      <w:b/>
      <w:sz w:val="22"/>
      <w:szCs w:val="26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eastAsia="MS Mincho"/>
      <w:b/>
      <w:sz w:val="20"/>
      <w:szCs w:val="24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eastAsia="MS Mincho"/>
      <w:iCs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Basic">
    <w:name w:val="Basic"/>
    <w:basedOn w:val="NormaleTabelle"/>
    <w:uiPriority w:val="99"/>
    <w:rsid w:val="008C2DB2"/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berschrift1Zchn">
    <w:name w:val="Überschrift 1 Zchn"/>
    <w:link w:val="berschrift1"/>
    <w:uiPriority w:val="9"/>
    <w:rsid w:val="00A171F4"/>
    <w:rPr>
      <w:rFonts w:eastAsia="MS Mincho" w:cs="Times New Roman"/>
      <w:b/>
      <w:sz w:val="40"/>
      <w:szCs w:val="32"/>
    </w:rPr>
  </w:style>
  <w:style w:type="character" w:customStyle="1" w:styleId="berschrift2Zchn">
    <w:name w:val="Überschrift 2 Zchn"/>
    <w:link w:val="berschrift2"/>
    <w:uiPriority w:val="9"/>
    <w:rsid w:val="002E765F"/>
    <w:rPr>
      <w:rFonts w:ascii="Verdana" w:eastAsia="MS Mincho" w:hAnsi="Verdana" w:cs="Times New Roman"/>
      <w:b/>
      <w:sz w:val="22"/>
      <w:szCs w:val="26"/>
    </w:rPr>
  </w:style>
  <w:style w:type="character" w:customStyle="1" w:styleId="berschrift3Zchn">
    <w:name w:val="Überschrift 3 Zchn"/>
    <w:link w:val="berschrift3"/>
    <w:uiPriority w:val="9"/>
    <w:rsid w:val="002E765F"/>
    <w:rPr>
      <w:rFonts w:ascii="Verdana" w:eastAsia="MS Mincho" w:hAnsi="Verdana" w:cs="Times New Roman"/>
      <w:b/>
      <w:sz w:val="20"/>
      <w:szCs w:val="24"/>
    </w:rPr>
  </w:style>
  <w:style w:type="character" w:customStyle="1" w:styleId="berschrift4Zchn">
    <w:name w:val="Überschrift 4 Zchn"/>
    <w:link w:val="berschrift4"/>
    <w:uiPriority w:val="9"/>
    <w:rsid w:val="002E765F"/>
    <w:rPr>
      <w:rFonts w:ascii="Verdana" w:eastAsia="MS Mincho" w:hAnsi="Verdana" w:cs="Times New Roman"/>
      <w:iCs/>
      <w:sz w:val="18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5534"/>
  </w:style>
  <w:style w:type="paragraph" w:styleId="Fuzeile">
    <w:name w:val="footer"/>
    <w:basedOn w:val="Standard"/>
    <w:link w:val="FuzeileZchn"/>
    <w:uiPriority w:val="99"/>
    <w:unhideWhenUsed/>
    <w:rsid w:val="00642EB6"/>
    <w:rPr>
      <w:color w:val="41535D"/>
      <w:sz w:val="18"/>
    </w:rPr>
  </w:style>
  <w:style w:type="character" w:customStyle="1" w:styleId="FuzeileZchn">
    <w:name w:val="Fußzeile Zchn"/>
    <w:link w:val="Fuzeile"/>
    <w:uiPriority w:val="99"/>
    <w:rsid w:val="00642EB6"/>
    <w:rPr>
      <w:color w:val="41535D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5534"/>
    <w:rPr>
      <w:rFonts w:ascii="Tahoma" w:hAnsi="Tahoma" w:cs="Tahoma"/>
    </w:rPr>
  </w:style>
  <w:style w:type="character" w:customStyle="1" w:styleId="SprechblasentextZchn">
    <w:name w:val="Sprechblasentext Zchn"/>
    <w:link w:val="Sprechblase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uiPriority w:val="10"/>
    <w:qFormat/>
    <w:rsid w:val="0030316D"/>
    <w:pPr>
      <w:spacing w:line="600" w:lineRule="exact"/>
      <w:contextualSpacing/>
    </w:pPr>
    <w:rPr>
      <w:rFonts w:eastAsia="MS Mincho"/>
      <w:b/>
      <w:color w:val="5C666F"/>
      <w:sz w:val="40"/>
      <w:szCs w:val="52"/>
    </w:rPr>
  </w:style>
  <w:style w:type="character" w:customStyle="1" w:styleId="TitelZchn">
    <w:name w:val="Titel Zchn"/>
    <w:link w:val="Titel"/>
    <w:uiPriority w:val="10"/>
    <w:rsid w:val="0030316D"/>
    <w:rPr>
      <w:rFonts w:ascii="Verdana" w:eastAsia="MS Mincho" w:hAnsi="Verdana" w:cs="Times New Roman"/>
      <w:b/>
      <w:color w:val="5C666F"/>
      <w:sz w:val="40"/>
      <w:szCs w:val="52"/>
    </w:rPr>
  </w:style>
  <w:style w:type="character" w:styleId="Hervorhebung">
    <w:name w:val="Emphasis"/>
    <w:uiPriority w:val="8"/>
    <w:qFormat/>
    <w:rsid w:val="003E1CB6"/>
    <w:rPr>
      <w:b/>
      <w:i w:val="0"/>
      <w:iCs/>
    </w:rPr>
  </w:style>
  <w:style w:type="paragraph" w:styleId="Untertitel">
    <w:name w:val="Subtitle"/>
    <w:basedOn w:val="Standard"/>
    <w:link w:val="UntertitelZchn"/>
    <w:qFormat/>
    <w:rsid w:val="00843B45"/>
    <w:pPr>
      <w:numPr>
        <w:ilvl w:val="1"/>
      </w:numPr>
      <w:spacing w:line="520" w:lineRule="atLeast"/>
    </w:pPr>
    <w:rPr>
      <w:rFonts w:eastAsia="MS Mincho"/>
      <w:iCs/>
      <w:color w:val="5C666F"/>
      <w:sz w:val="32"/>
      <w:szCs w:val="24"/>
    </w:rPr>
  </w:style>
  <w:style w:type="character" w:customStyle="1" w:styleId="UntertitelZchn">
    <w:name w:val="Untertitel Zchn"/>
    <w:link w:val="Untertitel"/>
    <w:rsid w:val="00843B45"/>
    <w:rPr>
      <w:rFonts w:ascii="Verdana" w:eastAsia="MS Mincho" w:hAnsi="Verdana" w:cs="Times New Roman"/>
      <w:iCs/>
      <w:color w:val="5C666F"/>
      <w:sz w:val="32"/>
      <w:szCs w:val="24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8"/>
      </w:numPr>
      <w:spacing w:after="60" w:line="360" w:lineRule="exact"/>
    </w:pPr>
    <w:rPr>
      <w:b/>
      <w:sz w:val="24"/>
    </w:rPr>
  </w:style>
  <w:style w:type="numbering" w:customStyle="1" w:styleId="zzzThemen">
    <w:name w:val="zzz_Themen"/>
    <w:basedOn w:val="KeineListe"/>
    <w:uiPriority w:val="99"/>
    <w:rsid w:val="00403373"/>
    <w:pPr>
      <w:numPr>
        <w:numId w:val="18"/>
      </w:numPr>
    </w:pPr>
  </w:style>
  <w:style w:type="paragraph" w:customStyle="1" w:styleId="FarbigeListe-Akzent11">
    <w:name w:val="Farbige Liste - Akzent 11"/>
    <w:basedOn w:val="Standard"/>
    <w:uiPriority w:val="34"/>
    <w:semiHidden/>
    <w:qFormat/>
    <w:rsid w:val="003E1CB6"/>
    <w:pPr>
      <w:ind w:left="720"/>
      <w:contextualSpacing/>
    </w:pPr>
  </w:style>
  <w:style w:type="paragraph" w:customStyle="1" w:styleId="Kolumnentitel">
    <w:name w:val="Kolumnentitel"/>
    <w:basedOn w:val="Standard"/>
    <w:uiPriority w:val="19"/>
    <w:qFormat/>
    <w:rsid w:val="00B90F78"/>
    <w:rPr>
      <w:caps/>
      <w:sz w:val="14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caps/>
      <w:sz w:val="14"/>
    </w:rPr>
  </w:style>
  <w:style w:type="character" w:styleId="Seitenzahl">
    <w:name w:val="page number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Standard"/>
    <w:uiPriority w:val="4"/>
    <w:qFormat/>
    <w:rsid w:val="00A171F4"/>
    <w:pPr>
      <w:spacing w:line="280" w:lineRule="atLeast"/>
      <w:jc w:val="both"/>
    </w:pPr>
    <w:rPr>
      <w:sz w:val="22"/>
    </w:rPr>
  </w:style>
  <w:style w:type="character" w:customStyle="1" w:styleId="SchwacheHervorhebung1">
    <w:name w:val="Schwache Hervorhebung1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KeineListe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Standard"/>
    <w:uiPriority w:val="5"/>
    <w:qFormat/>
    <w:rsid w:val="003E7853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Standard"/>
    <w:uiPriority w:val="5"/>
    <w:qFormat/>
    <w:rsid w:val="003E7853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Standard"/>
    <w:uiPriority w:val="5"/>
    <w:qFormat/>
    <w:rsid w:val="003E7853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numbering" w:customStyle="1" w:styleId="zzzBulletpoints">
    <w:name w:val="zzz_Bulletpoints"/>
    <w:basedOn w:val="KeineListe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24"/>
      </w:numPr>
      <w:spacing w:after="120"/>
    </w:pPr>
    <w:rPr>
      <w:sz w:val="18"/>
    </w:rPr>
  </w:style>
  <w:style w:type="numbering" w:customStyle="1" w:styleId="zzzNummerierung">
    <w:name w:val="zzz_Nummerierung"/>
    <w:basedOn w:val="KeineListe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/>
        <w:bottom w:val="single" w:sz="2" w:space="0" w:color="41535D"/>
        <w:right w:val="single" w:sz="2" w:space="0" w:color="41535D"/>
        <w:insideH w:val="single" w:sz="2" w:space="0" w:color="41535D"/>
        <w:insideV w:val="single" w:sz="2" w:space="0" w:color="41535D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="40" w:beforeAutospacing="0" w:afterLines="40" w:after="40" w:afterAutospacing="0"/>
      </w:pPr>
      <w:rPr>
        <w:b/>
        <w:color w:val="FFFFFF"/>
      </w:rPr>
      <w:tblPr/>
      <w:tcPr>
        <w:tcBorders>
          <w:top w:val="single" w:sz="2" w:space="0" w:color="FFFFFF"/>
          <w:left w:val="single" w:sz="2" w:space="0" w:color="41535D"/>
          <w:bottom w:val="single" w:sz="2" w:space="0" w:color="FFFFFF"/>
          <w:right w:val="single" w:sz="2" w:space="0" w:color="41535D"/>
          <w:insideH w:val="single" w:sz="2" w:space="0" w:color="FFFFFF"/>
          <w:insideV w:val="single" w:sz="2" w:space="0" w:color="FFFFFF"/>
          <w:tl2br w:val="nil"/>
          <w:tr2bl w:val="nil"/>
        </w:tcBorders>
        <w:shd w:val="clear" w:color="auto" w:fill="41535D"/>
      </w:tcPr>
    </w:tblStylePr>
    <w:tblStylePr w:type="lastRow">
      <w:rPr>
        <w:b/>
      </w:rPr>
      <w:tblPr/>
      <w:tcPr>
        <w:tcBorders>
          <w:top w:val="single" w:sz="4" w:space="0" w:color="41535D"/>
          <w:bottom w:val="single" w:sz="4" w:space="0" w:color="41535D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bCs/>
      <w:color w:val="41535D"/>
      <w:szCs w:val="18"/>
    </w:rPr>
  </w:style>
  <w:style w:type="paragraph" w:customStyle="1" w:styleId="Inhaltsverzeichnisberschrift1">
    <w:name w:val="Inhaltsverzeichnisüberschrift1"/>
    <w:basedOn w:val="berschrift1"/>
    <w:next w:val="Standard"/>
    <w:uiPriority w:val="39"/>
    <w:qFormat/>
    <w:rsid w:val="00BD1058"/>
    <w:pPr>
      <w:spacing w:line="240" w:lineRule="auto"/>
      <w:outlineLvl w:val="9"/>
    </w:pPr>
    <w:rPr>
      <w:bCs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uiPriority w:val="99"/>
    <w:unhideWhenUsed/>
    <w:rsid w:val="00BD1058"/>
    <w:rPr>
      <w:color w:val="41535D"/>
      <w:u w:val="single"/>
    </w:rPr>
  </w:style>
  <w:style w:type="character" w:customStyle="1" w:styleId="MittleresRaster11">
    <w:name w:val="Mittleres Raster 11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  <w:style w:type="table" w:customStyle="1" w:styleId="Basic1">
    <w:name w:val="Basic1"/>
    <w:basedOn w:val="NormaleTabelle"/>
    <w:uiPriority w:val="99"/>
    <w:rsid w:val="00BD5391"/>
    <w:rPr>
      <w:sz w:val="16"/>
      <w:lang w:eastAsia="en-US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2D2EE5"/>
    <w:rPr>
      <w:color w:val="605E5C"/>
      <w:shd w:val="clear" w:color="auto" w:fill="E1DFDD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D37CF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D37CF4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D37CF4"/>
    <w:rPr>
      <w:lang w:val="pt-BR"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37CF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37CF4"/>
    <w:rPr>
      <w:b/>
      <w:bCs/>
      <w:lang w:val="pt-BR" w:eastAsia="en-US"/>
    </w:rPr>
  </w:style>
  <w:style w:type="paragraph" w:customStyle="1" w:styleId="Teaserhead">
    <w:name w:val="Teaserhead"/>
    <w:basedOn w:val="Standardabsatz"/>
    <w:qFormat/>
    <w:rsid w:val="00881E44"/>
    <w:pPr>
      <w:spacing w:after="0"/>
    </w:pPr>
    <w:rPr>
      <w:b/>
    </w:rPr>
  </w:style>
  <w:style w:type="paragraph" w:customStyle="1" w:styleId="Standardabsatz">
    <w:name w:val="Standardabsatz"/>
    <w:basedOn w:val="Standard"/>
    <w:qFormat/>
    <w:rsid w:val="00881E44"/>
    <w:pPr>
      <w:spacing w:after="220"/>
      <w:jc w:val="both"/>
    </w:pPr>
    <w:rPr>
      <w:rFonts w:eastAsiaTheme="minorHAnsi" w:cstheme="minorBidi"/>
      <w:sz w:val="22"/>
      <w:szCs w:val="24"/>
    </w:rPr>
  </w:style>
  <w:style w:type="paragraph" w:customStyle="1" w:styleId="Fuzeile1">
    <w:name w:val="Fußzeile1"/>
    <w:basedOn w:val="Absatzberschrift"/>
    <w:qFormat/>
    <w:rsid w:val="00E15EBE"/>
    <w:rPr>
      <w:b w:val="0"/>
      <w:bCs/>
      <w:iCs/>
      <w:szCs w:val="22"/>
    </w:rPr>
  </w:style>
  <w:style w:type="paragraph" w:customStyle="1" w:styleId="Subhead">
    <w:name w:val="Subhead"/>
    <w:next w:val="Teaser"/>
    <w:qFormat/>
    <w:rsid w:val="00881E44"/>
    <w:pPr>
      <w:spacing w:after="220"/>
    </w:pPr>
    <w:rPr>
      <w:rFonts w:eastAsiaTheme="majorEastAsia" w:cstheme="majorBidi"/>
      <w:b/>
      <w:iCs/>
      <w:sz w:val="28"/>
      <w:szCs w:val="28"/>
      <w:lang w:eastAsia="en-US"/>
    </w:rPr>
  </w:style>
  <w:style w:type="paragraph" w:customStyle="1" w:styleId="Head">
    <w:name w:val="Head"/>
    <w:next w:val="Subhead"/>
    <w:qFormat/>
    <w:rsid w:val="00A27829"/>
    <w:pPr>
      <w:spacing w:after="220"/>
      <w:contextualSpacing/>
    </w:pPr>
    <w:rPr>
      <w:rFonts w:eastAsiaTheme="majorEastAsia" w:cstheme="majorBidi"/>
      <w:b/>
      <w:bCs/>
      <w:spacing w:val="-10"/>
      <w:kern w:val="28"/>
      <w:sz w:val="40"/>
      <w:szCs w:val="40"/>
      <w:lang w:eastAsia="en-US"/>
    </w:rPr>
  </w:style>
  <w:style w:type="paragraph" w:customStyle="1" w:styleId="Absatzberschrift">
    <w:name w:val="Absatzüberschrift"/>
    <w:next w:val="Standardabsatz"/>
    <w:qFormat/>
    <w:rsid w:val="008D26D8"/>
    <w:pPr>
      <w:snapToGrid w:val="0"/>
      <w:contextualSpacing/>
    </w:pPr>
    <w:rPr>
      <w:rFonts w:eastAsiaTheme="minorHAnsi" w:cstheme="minorBidi"/>
      <w:b/>
      <w:sz w:val="22"/>
      <w:szCs w:val="24"/>
      <w:lang w:eastAsia="en-US"/>
    </w:rPr>
  </w:style>
  <w:style w:type="paragraph" w:customStyle="1" w:styleId="Fotos">
    <w:name w:val="Fotos"/>
    <w:basedOn w:val="Standard"/>
    <w:qFormat/>
    <w:rsid w:val="00E15EBE"/>
    <w:pPr>
      <w:spacing w:after="220"/>
    </w:pPr>
    <w:rPr>
      <w:rFonts w:eastAsiaTheme="minorHAnsi" w:cstheme="minorBidi"/>
      <w:b/>
      <w:sz w:val="22"/>
      <w:szCs w:val="24"/>
    </w:rPr>
  </w:style>
  <w:style w:type="paragraph" w:customStyle="1" w:styleId="BUbold">
    <w:name w:val="BU bold"/>
    <w:basedOn w:val="Standard"/>
    <w:next w:val="BUnormal"/>
    <w:qFormat/>
    <w:rsid w:val="00537210"/>
    <w:rPr>
      <w:rFonts w:eastAsiaTheme="minorHAnsi" w:cstheme="minorBidi"/>
      <w:b/>
      <w:sz w:val="20"/>
      <w:szCs w:val="24"/>
    </w:rPr>
  </w:style>
  <w:style w:type="paragraph" w:customStyle="1" w:styleId="BUnormal">
    <w:name w:val="BU normal"/>
    <w:next w:val="Note"/>
    <w:qFormat/>
    <w:rsid w:val="009F0ABD"/>
    <w:pPr>
      <w:spacing w:after="220"/>
    </w:pPr>
    <w:rPr>
      <w:rFonts w:eastAsiaTheme="minorHAnsi" w:cstheme="minorBidi"/>
      <w:color w:val="000000"/>
      <w:lang w:eastAsia="en-US"/>
    </w:rPr>
  </w:style>
  <w:style w:type="paragraph" w:customStyle="1" w:styleId="Note">
    <w:name w:val="Note"/>
    <w:next w:val="Standardabsatz"/>
    <w:qFormat/>
    <w:rsid w:val="007C2FEE"/>
    <w:pPr>
      <w:snapToGrid w:val="0"/>
      <w:spacing w:before="220" w:after="440"/>
    </w:pPr>
    <w:rPr>
      <w:rFonts w:eastAsiaTheme="minorHAnsi" w:cstheme="minorBidi"/>
      <w:i/>
      <w:color w:val="000000"/>
      <w:lang w:eastAsia="en-US"/>
    </w:rPr>
  </w:style>
  <w:style w:type="paragraph" w:customStyle="1" w:styleId="Teaser">
    <w:name w:val="Teaser"/>
    <w:basedOn w:val="Standardabsatz"/>
    <w:next w:val="Standardabsatz"/>
    <w:qFormat/>
    <w:rsid w:val="00881E44"/>
    <w:pPr>
      <w:contextualSpacing/>
    </w:pPr>
    <w:rPr>
      <w:b/>
    </w:rPr>
  </w:style>
  <w:style w:type="paragraph" w:styleId="Listenabsatz">
    <w:name w:val="List Paragraph"/>
    <w:basedOn w:val="Standard"/>
    <w:uiPriority w:val="34"/>
    <w:qFormat/>
    <w:rsid w:val="002E6AC6"/>
    <w:pPr>
      <w:ind w:left="720"/>
      <w:contextualSpacing/>
    </w:pPr>
    <w:rPr>
      <w:rFonts w:asciiTheme="minorHAnsi" w:eastAsiaTheme="minorHAnsi" w:hAnsiTheme="minorHAnsi" w:cstheme="minorBidi"/>
      <w:sz w:val="24"/>
      <w:szCs w:val="24"/>
    </w:rPr>
  </w:style>
  <w:style w:type="paragraph" w:styleId="StandardWeb">
    <w:name w:val="Normal (Web)"/>
    <w:basedOn w:val="Standard"/>
    <w:uiPriority w:val="99"/>
    <w:semiHidden/>
    <w:unhideWhenUsed/>
    <w:rsid w:val="00182D69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51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7732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462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6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51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84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5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40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61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69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35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6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7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79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35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24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0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78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77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2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3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1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5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6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06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0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74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emf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7.wmf"/><Relationship Id="rId1" Type="http://schemas.openxmlformats.org/officeDocument/2006/relationships/image" Target="media/image6.wmf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R:\MT_CC\01%20-%20Presse%20und%20&#214;ffentlichkeitsarbeit\01%20-%20Presseartikel\99_Vorlagen\PR_WIRTGEN%20GROUP_Vorlage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="http://schemas.openxmlformats.org/officeDocument/2006/bibliography" xmlns:b="http://schemas.openxmlformats.org/officeDocument/2006/bibliography" xmlns:star_td="http://www.star-group.net/schemas/transit/filters/textdata" SelectedStyle="\APA.XSL" StyleName="APA"/>
</file>

<file path=customXml/itemProps1.xml><?xml version="1.0" encoding="utf-8"?>
<ds:datastoreItem xmlns:ds="http://schemas.openxmlformats.org/officeDocument/2006/customXml" ds:itemID="{150AB286-2E98-4509-AC41-5C934F808DDB}">
  <ds:schemaRefs>
    <ds:schemaRef ds:uri="http://schemas.openxmlformats.org/officeDocument/2006/bibliography"/>
    <ds:schemaRef ds:uri="http://www.star-group.net/schemas/transit/filters/text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PR_WIRTGEN GROUP_Vorlage.dotx</Template>
  <TotalTime>0</TotalTime>
  <Pages>3</Pages>
  <Words>584</Words>
  <Characters>3684</Characters>
  <Application>Microsoft Office Word</Application>
  <DocSecurity>0</DocSecurity>
  <Lines>30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wir-lieben-office.de</Company>
  <LinksUpToDate>false</LinksUpToDate>
  <CharactersWithSpaces>4260</CharactersWithSpaces>
  <SharedDoc>false</SharedDoc>
  <HLinks>
    <vt:vector size="6" baseType="variant">
      <vt:variant>
        <vt:i4>8126466</vt:i4>
      </vt:variant>
      <vt:variant>
        <vt:i4>-1</vt:i4>
      </vt:variant>
      <vt:variant>
        <vt:i4>2060</vt:i4>
      </vt:variant>
      <vt:variant>
        <vt:i4>1</vt:i4>
      </vt:variant>
      <vt:variant>
        <vt:lpwstr>VorlagePressemitteilung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Linnemann Mario</dc:creator>
  <cp:lastModifiedBy>Maier, Annabell</cp:lastModifiedBy>
  <cp:revision>3</cp:revision>
  <cp:lastPrinted>2021-10-20T14:00:00Z</cp:lastPrinted>
  <dcterms:created xsi:type="dcterms:W3CDTF">2022-07-27T13:43:00Z</dcterms:created>
  <dcterms:modified xsi:type="dcterms:W3CDTF">2022-09-20T15:20:00Z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7,8,b</vt:lpwstr>
  </property>
  <property fmtid="{D5CDD505-2E9C-101B-9397-08002B2CF9AE}" pid="3" name="ClassificationContentMarkingHeaderFontProps">
    <vt:lpwstr>#ff0000,10,Calibri</vt:lpwstr>
  </property>
  <property fmtid="{D5CDD505-2E9C-101B-9397-08002B2CF9AE}" pid="4" name="ClassificationContentMarkingHeaderText">
    <vt:lpwstr>Public</vt:lpwstr>
  </property>
  <property fmtid="{D5CDD505-2E9C-101B-9397-08002B2CF9AE}" pid="5" name="MSIP_Label_df1a195f-122b-42dc-a2d3-71a1903dcdac_Enabled">
    <vt:lpwstr>true</vt:lpwstr>
  </property>
  <property fmtid="{D5CDD505-2E9C-101B-9397-08002B2CF9AE}" pid="6" name="MSIP_Label_df1a195f-122b-42dc-a2d3-71a1903dcdac_SetDate">
    <vt:lpwstr>2022-03-30T10:31:29Z</vt:lpwstr>
  </property>
  <property fmtid="{D5CDD505-2E9C-101B-9397-08002B2CF9AE}" pid="7" name="MSIP_Label_df1a195f-122b-42dc-a2d3-71a1903dcdac_Method">
    <vt:lpwstr>Privileged</vt:lpwstr>
  </property>
  <property fmtid="{D5CDD505-2E9C-101B-9397-08002B2CF9AE}" pid="8" name="MSIP_Label_df1a195f-122b-42dc-a2d3-71a1903dcdac_Name">
    <vt:lpwstr>Public</vt:lpwstr>
  </property>
  <property fmtid="{D5CDD505-2E9C-101B-9397-08002B2CF9AE}" pid="9" name="MSIP_Label_df1a195f-122b-42dc-a2d3-71a1903dcdac_SiteId">
    <vt:lpwstr>4aa45fee-62ee-49ff-a377-c53bd72cd986</vt:lpwstr>
  </property>
  <property fmtid="{D5CDD505-2E9C-101B-9397-08002B2CF9AE}" pid="10" name="MSIP_Label_df1a195f-122b-42dc-a2d3-71a1903dcdac_ActionId">
    <vt:lpwstr>a95d0c69-2041-48c5-afeb-98724b6db7fa</vt:lpwstr>
  </property>
  <property fmtid="{D5CDD505-2E9C-101B-9397-08002B2CF9AE}" pid="11" name="MSIP_Label_df1a195f-122b-42dc-a2d3-71a1903dcdac_ContentBits">
    <vt:lpwstr>1</vt:lpwstr>
  </property>
</Properties>
</file>